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985D" w14:textId="1E31D08B" w:rsidR="00EA1B93" w:rsidRDefault="00EA1B93">
      <w:bookmarkStart w:id="0" w:name="_GoBack"/>
      <w:bookmarkEnd w:id="0"/>
    </w:p>
    <w:tbl>
      <w:tblPr>
        <w:tblStyle w:val="CKTable"/>
        <w:tblW w:w="0" w:type="auto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56"/>
        <w:gridCol w:w="7170"/>
      </w:tblGrid>
      <w:tr w:rsidR="00663BB3" w:rsidRPr="00AE3DB1" w14:paraId="6D698849" w14:textId="77777777" w:rsidTr="002D40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26" w:type="dxa"/>
            <w:gridSpan w:val="2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64E62D6D" w14:textId="77777777" w:rsidR="00663BB3" w:rsidRPr="00AE3DB1" w:rsidRDefault="00663BB3" w:rsidP="002D4047">
            <w:pPr>
              <w:pStyle w:val="FMGHeading"/>
            </w:pPr>
            <w:r>
              <w:t>REQUESTOR</w:t>
            </w:r>
          </w:p>
        </w:tc>
      </w:tr>
      <w:tr w:rsidR="00663BB3" w:rsidRPr="00AE3DB1" w14:paraId="198BC563" w14:textId="77777777" w:rsidTr="002D4047">
        <w:tc>
          <w:tcPr>
            <w:tcW w:w="3656" w:type="dxa"/>
            <w:vAlign w:val="center"/>
          </w:tcPr>
          <w:p w14:paraId="049E429F" w14:textId="1EB1D033" w:rsidR="00663BB3" w:rsidRPr="00663BB3" w:rsidRDefault="00663BB3" w:rsidP="002D4047">
            <w:pPr>
              <w:rPr>
                <w:rFonts w:ascii="Arial Narrow" w:hAnsi="Arial Narrow"/>
              </w:rPr>
            </w:pPr>
            <w:r w:rsidRPr="00663BB3">
              <w:rPr>
                <w:rFonts w:ascii="Arial Narrow" w:hAnsi="Arial Narrow"/>
              </w:rPr>
              <w:t>Company</w:t>
            </w:r>
            <w:r w:rsidR="00255891">
              <w:rPr>
                <w:rFonts w:ascii="Arial Narrow" w:hAnsi="Arial Narrow"/>
              </w:rPr>
              <w:t xml:space="preserve"> and Person</w:t>
            </w:r>
          </w:p>
        </w:tc>
        <w:tc>
          <w:tcPr>
            <w:tcW w:w="7170" w:type="dxa"/>
          </w:tcPr>
          <w:p w14:paraId="466E8908" w14:textId="77777777" w:rsidR="00663BB3" w:rsidRPr="00AE3DB1" w:rsidRDefault="00663BB3" w:rsidP="002D4047">
            <w:pPr>
              <w:pStyle w:val="FMGBody"/>
            </w:pPr>
          </w:p>
        </w:tc>
      </w:tr>
      <w:tr w:rsidR="00663BB3" w:rsidRPr="00AE3DB1" w14:paraId="4602DAE0" w14:textId="77777777" w:rsidTr="002D4047">
        <w:tc>
          <w:tcPr>
            <w:tcW w:w="3656" w:type="dxa"/>
            <w:vAlign w:val="center"/>
          </w:tcPr>
          <w:p w14:paraId="22201366" w14:textId="77777777" w:rsidR="00663BB3" w:rsidRDefault="00663BB3" w:rsidP="002D4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Date of Request</w:t>
            </w:r>
          </w:p>
        </w:tc>
        <w:tc>
          <w:tcPr>
            <w:tcW w:w="7170" w:type="dxa"/>
          </w:tcPr>
          <w:p w14:paraId="4394FEE1" w14:textId="77777777" w:rsidR="00663BB3" w:rsidRDefault="00663BB3" w:rsidP="002D4047">
            <w:pPr>
              <w:pStyle w:val="FMGBody"/>
            </w:pPr>
          </w:p>
        </w:tc>
      </w:tr>
      <w:tr w:rsidR="001671FB" w:rsidRPr="00AE3DB1" w14:paraId="01A756A5" w14:textId="77777777" w:rsidTr="002D4047">
        <w:tc>
          <w:tcPr>
            <w:tcW w:w="3656" w:type="dxa"/>
            <w:vAlign w:val="center"/>
          </w:tcPr>
          <w:p w14:paraId="267B7ED5" w14:textId="4CDC08FF" w:rsidR="001671FB" w:rsidRDefault="001671FB" w:rsidP="002D4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Contact Details</w:t>
            </w:r>
          </w:p>
        </w:tc>
        <w:tc>
          <w:tcPr>
            <w:tcW w:w="7170" w:type="dxa"/>
          </w:tcPr>
          <w:p w14:paraId="6ABD77BC" w14:textId="77777777" w:rsidR="001671FB" w:rsidRDefault="001671FB" w:rsidP="002D4047">
            <w:pPr>
              <w:pStyle w:val="FMGBody"/>
            </w:pPr>
          </w:p>
        </w:tc>
      </w:tr>
    </w:tbl>
    <w:p w14:paraId="31350EBF" w14:textId="77777777" w:rsidR="00663BB3" w:rsidRDefault="00663BB3"/>
    <w:tbl>
      <w:tblPr>
        <w:tblStyle w:val="CKTable"/>
        <w:tblW w:w="0" w:type="auto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59"/>
        <w:gridCol w:w="7167"/>
      </w:tblGrid>
      <w:tr w:rsidR="00730E0C" w:rsidRPr="00AE3DB1" w14:paraId="1227985F" w14:textId="77777777" w:rsidTr="00C625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26" w:type="dxa"/>
            <w:gridSpan w:val="2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1227985E" w14:textId="7D75549A" w:rsidR="00730E0C" w:rsidRPr="00AE3DB1" w:rsidRDefault="00E012DA" w:rsidP="00232F27">
            <w:pPr>
              <w:pStyle w:val="FMGHeading"/>
            </w:pPr>
            <w:bookmarkStart w:id="1" w:name="_Hlk518896669"/>
            <w:r>
              <w:t>Site</w:t>
            </w:r>
            <w:r w:rsidR="00CF262C">
              <w:t xml:space="preserve"> </w:t>
            </w:r>
            <w:r w:rsidR="008A0937">
              <w:t>details</w:t>
            </w:r>
          </w:p>
        </w:tc>
      </w:tr>
      <w:bookmarkEnd w:id="1"/>
      <w:tr w:rsidR="00730E0C" w:rsidRPr="00AE3DB1" w14:paraId="12279862" w14:textId="77777777" w:rsidTr="00C62505">
        <w:trPr>
          <w:trHeight w:val="186"/>
        </w:trPr>
        <w:tc>
          <w:tcPr>
            <w:tcW w:w="3659" w:type="dxa"/>
            <w:tcBorders>
              <w:top w:val="single" w:sz="6" w:space="0" w:color="BFBFBF" w:themeColor="background1" w:themeShade="BF"/>
            </w:tcBorders>
          </w:tcPr>
          <w:p w14:paraId="12279860" w14:textId="43EB72D6" w:rsidR="00730E0C" w:rsidRPr="00AE3DB1" w:rsidRDefault="00663BB3" w:rsidP="00255891">
            <w:pPr>
              <w:pStyle w:val="FMGBody"/>
            </w:pPr>
            <w:r>
              <w:t>Company</w:t>
            </w:r>
            <w:r w:rsidR="00255891">
              <w:t xml:space="preserve"> </w:t>
            </w:r>
          </w:p>
        </w:tc>
        <w:tc>
          <w:tcPr>
            <w:tcW w:w="7167" w:type="dxa"/>
            <w:tcBorders>
              <w:top w:val="single" w:sz="6" w:space="0" w:color="BFBFBF" w:themeColor="background1" w:themeShade="BF"/>
            </w:tcBorders>
          </w:tcPr>
          <w:p w14:paraId="12279861" w14:textId="5E3143C7" w:rsidR="00730E0C" w:rsidRPr="00AE3DB1" w:rsidRDefault="00730E0C" w:rsidP="007A47BD">
            <w:pPr>
              <w:pStyle w:val="FMGBody"/>
            </w:pPr>
          </w:p>
        </w:tc>
      </w:tr>
      <w:tr w:rsidR="00C62505" w:rsidRPr="00AE3DB1" w14:paraId="12279865" w14:textId="77777777" w:rsidTr="00C62505">
        <w:tc>
          <w:tcPr>
            <w:tcW w:w="3659" w:type="dxa"/>
          </w:tcPr>
          <w:p w14:paraId="12279863" w14:textId="5B760740" w:rsidR="00C62505" w:rsidRPr="00AE3DB1" w:rsidRDefault="001671FB" w:rsidP="00C62505">
            <w:pPr>
              <w:pStyle w:val="FMGBody"/>
            </w:pPr>
            <w:r>
              <w:t>Contact Details</w:t>
            </w:r>
          </w:p>
        </w:tc>
        <w:tc>
          <w:tcPr>
            <w:tcW w:w="7167" w:type="dxa"/>
          </w:tcPr>
          <w:p w14:paraId="12279864" w14:textId="230221EE" w:rsidR="00C62505" w:rsidRPr="00AE3DB1" w:rsidRDefault="00C62505" w:rsidP="00C62505">
            <w:pPr>
              <w:pStyle w:val="FMGBody"/>
            </w:pPr>
          </w:p>
        </w:tc>
      </w:tr>
      <w:tr w:rsidR="00A25522" w:rsidRPr="00AE3DB1" w14:paraId="4051EC14" w14:textId="77777777" w:rsidTr="00C62505">
        <w:tc>
          <w:tcPr>
            <w:tcW w:w="3659" w:type="dxa"/>
          </w:tcPr>
          <w:p w14:paraId="76886C9D" w14:textId="07D14136" w:rsidR="00A25522" w:rsidRDefault="00A25522" w:rsidP="00C62505">
            <w:pPr>
              <w:pStyle w:val="FMGBody"/>
            </w:pPr>
            <w:r>
              <w:t>Installation Address</w:t>
            </w:r>
          </w:p>
        </w:tc>
        <w:tc>
          <w:tcPr>
            <w:tcW w:w="7167" w:type="dxa"/>
          </w:tcPr>
          <w:p w14:paraId="0E81FCDC" w14:textId="77777777" w:rsidR="00A25522" w:rsidRDefault="00A25522" w:rsidP="00C62505">
            <w:pPr>
              <w:pStyle w:val="FMGBody"/>
            </w:pPr>
          </w:p>
          <w:p w14:paraId="6ABBC3C2" w14:textId="3A6D4F24" w:rsidR="00A25522" w:rsidRDefault="00A25522" w:rsidP="00C62505">
            <w:pPr>
              <w:pStyle w:val="FMGBody"/>
            </w:pPr>
          </w:p>
        </w:tc>
      </w:tr>
    </w:tbl>
    <w:p w14:paraId="12279866" w14:textId="77777777" w:rsidR="00E37378" w:rsidRDefault="00E37378" w:rsidP="00FF7005">
      <w:pPr>
        <w:ind w:left="-284"/>
        <w:rPr>
          <w:b/>
          <w:color w:val="FF0000"/>
        </w:rPr>
      </w:pPr>
    </w:p>
    <w:tbl>
      <w:tblPr>
        <w:tblStyle w:val="CKTable"/>
        <w:tblW w:w="0" w:type="auto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59"/>
        <w:gridCol w:w="7167"/>
      </w:tblGrid>
      <w:tr w:rsidR="00EA1B93" w:rsidRPr="00AE3DB1" w14:paraId="12279868" w14:textId="77777777" w:rsidTr="00083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26" w:type="dxa"/>
            <w:gridSpan w:val="2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12279867" w14:textId="05E58D7A" w:rsidR="00EA1B93" w:rsidRPr="00AE3DB1" w:rsidRDefault="00083317" w:rsidP="00232F27">
            <w:pPr>
              <w:pStyle w:val="FMGHeading"/>
            </w:pPr>
            <w:r>
              <w:t>p</w:t>
            </w:r>
            <w:r w:rsidR="00232F27">
              <w:t>RODUCT</w:t>
            </w:r>
            <w:r>
              <w:t xml:space="preserve"> information</w:t>
            </w:r>
          </w:p>
        </w:tc>
      </w:tr>
      <w:tr w:rsidR="007A47BD" w:rsidRPr="00AE3DB1" w14:paraId="1227986B" w14:textId="77777777" w:rsidTr="00083317">
        <w:trPr>
          <w:trHeight w:val="186"/>
        </w:trPr>
        <w:tc>
          <w:tcPr>
            <w:tcW w:w="3659" w:type="dxa"/>
            <w:tcBorders>
              <w:top w:val="single" w:sz="6" w:space="0" w:color="BFBFBF" w:themeColor="background1" w:themeShade="BF"/>
            </w:tcBorders>
          </w:tcPr>
          <w:p w14:paraId="12279869" w14:textId="67BDBACA" w:rsidR="007A47BD" w:rsidRPr="00AE3DB1" w:rsidRDefault="00232F27" w:rsidP="007A47BD">
            <w:pPr>
              <w:pStyle w:val="FMGBody"/>
            </w:pPr>
            <w:r>
              <w:t>Product Model Number</w:t>
            </w:r>
          </w:p>
        </w:tc>
        <w:tc>
          <w:tcPr>
            <w:tcW w:w="7167" w:type="dxa"/>
            <w:tcBorders>
              <w:top w:val="single" w:sz="6" w:space="0" w:color="BFBFBF" w:themeColor="background1" w:themeShade="BF"/>
            </w:tcBorders>
          </w:tcPr>
          <w:p w14:paraId="1227986A" w14:textId="5A231DA1" w:rsidR="007A47BD" w:rsidRPr="00AE3DB1" w:rsidRDefault="007A47BD" w:rsidP="00663BB3">
            <w:pPr>
              <w:pStyle w:val="FMGBody"/>
              <w:jc w:val="both"/>
            </w:pPr>
          </w:p>
        </w:tc>
      </w:tr>
      <w:tr w:rsidR="007A47BD" w:rsidRPr="00AE3DB1" w14:paraId="1227986E" w14:textId="77777777" w:rsidTr="00083317">
        <w:tc>
          <w:tcPr>
            <w:tcW w:w="3659" w:type="dxa"/>
          </w:tcPr>
          <w:p w14:paraId="1227986C" w14:textId="5EE73A8A" w:rsidR="007A47BD" w:rsidRPr="00AE3DB1" w:rsidRDefault="00232F27" w:rsidP="007A47BD">
            <w:pPr>
              <w:pStyle w:val="FMGBody"/>
            </w:pPr>
            <w:r>
              <w:t>Product Serial Number</w:t>
            </w:r>
          </w:p>
        </w:tc>
        <w:tc>
          <w:tcPr>
            <w:tcW w:w="7167" w:type="dxa"/>
          </w:tcPr>
          <w:p w14:paraId="1227986D" w14:textId="10349E9B" w:rsidR="007A47BD" w:rsidRPr="00AE3DB1" w:rsidRDefault="007A47BD" w:rsidP="00663BB3">
            <w:pPr>
              <w:pStyle w:val="FMGBody"/>
              <w:jc w:val="both"/>
            </w:pPr>
          </w:p>
        </w:tc>
      </w:tr>
      <w:tr w:rsidR="00083317" w:rsidRPr="00AE3DB1" w14:paraId="12279872" w14:textId="77777777" w:rsidTr="00083317">
        <w:tc>
          <w:tcPr>
            <w:tcW w:w="3659" w:type="dxa"/>
          </w:tcPr>
          <w:p w14:paraId="1227986F" w14:textId="05861E52" w:rsidR="00232F27" w:rsidRPr="00AE3DB1" w:rsidRDefault="00A25522" w:rsidP="007A47BD">
            <w:pPr>
              <w:pStyle w:val="FMGBody"/>
            </w:pPr>
            <w:r>
              <w:t>Date</w:t>
            </w:r>
            <w:r w:rsidR="00232F27">
              <w:t xml:space="preserve"> of Installation</w:t>
            </w:r>
          </w:p>
        </w:tc>
        <w:tc>
          <w:tcPr>
            <w:tcW w:w="7167" w:type="dxa"/>
          </w:tcPr>
          <w:p w14:paraId="12279871" w14:textId="4DB5501D" w:rsidR="00083317" w:rsidRPr="00AE3DB1" w:rsidRDefault="00083317" w:rsidP="00663BB3">
            <w:pPr>
              <w:pStyle w:val="FMGBody"/>
              <w:jc w:val="both"/>
            </w:pPr>
          </w:p>
        </w:tc>
      </w:tr>
    </w:tbl>
    <w:p w14:paraId="12279881" w14:textId="77777777" w:rsidR="006E103A" w:rsidRDefault="006E103A">
      <w:pPr>
        <w:rPr>
          <w:b/>
        </w:rPr>
      </w:pPr>
    </w:p>
    <w:tbl>
      <w:tblPr>
        <w:tblStyle w:val="CKTable"/>
        <w:tblW w:w="0" w:type="auto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59"/>
        <w:gridCol w:w="7167"/>
      </w:tblGrid>
      <w:tr w:rsidR="00255891" w:rsidRPr="00AE3DB1" w14:paraId="1F376A4C" w14:textId="77777777" w:rsidTr="00FC01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26" w:type="dxa"/>
            <w:gridSpan w:val="2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665EEF23" w14:textId="77777777" w:rsidR="00255891" w:rsidRDefault="00E012DA" w:rsidP="00FC01F6">
            <w:pPr>
              <w:pStyle w:val="FMGHeading"/>
            </w:pPr>
            <w:r>
              <w:t xml:space="preserve">Preferred </w:t>
            </w:r>
            <w:r w:rsidR="00255891">
              <w:t>Service contractor details</w:t>
            </w:r>
          </w:p>
          <w:p w14:paraId="2F605F5E" w14:textId="2ACA25C0" w:rsidR="00D977C4" w:rsidRPr="00AE3DB1" w:rsidRDefault="00D977C4" w:rsidP="00FC01F6">
            <w:pPr>
              <w:pStyle w:val="FMGHeading"/>
            </w:pPr>
            <w:r>
              <w:t>(Please nominate who you wish to attend the service call?)</w:t>
            </w:r>
          </w:p>
        </w:tc>
      </w:tr>
      <w:tr w:rsidR="00255891" w:rsidRPr="00AE3DB1" w14:paraId="680ACB05" w14:textId="77777777" w:rsidTr="00FC01F6">
        <w:trPr>
          <w:trHeight w:val="186"/>
        </w:trPr>
        <w:tc>
          <w:tcPr>
            <w:tcW w:w="3659" w:type="dxa"/>
            <w:tcBorders>
              <w:top w:val="single" w:sz="6" w:space="0" w:color="BFBFBF" w:themeColor="background1" w:themeShade="BF"/>
            </w:tcBorders>
          </w:tcPr>
          <w:p w14:paraId="2BF5B496" w14:textId="3AA147A5" w:rsidR="00255891" w:rsidRPr="00AE3DB1" w:rsidRDefault="00255891" w:rsidP="00255891">
            <w:pPr>
              <w:pStyle w:val="FMGBody"/>
            </w:pPr>
            <w:r>
              <w:t xml:space="preserve">Company </w:t>
            </w:r>
          </w:p>
        </w:tc>
        <w:tc>
          <w:tcPr>
            <w:tcW w:w="7167" w:type="dxa"/>
            <w:tcBorders>
              <w:top w:val="single" w:sz="6" w:space="0" w:color="BFBFBF" w:themeColor="background1" w:themeShade="BF"/>
            </w:tcBorders>
          </w:tcPr>
          <w:p w14:paraId="0C1DA334" w14:textId="77777777" w:rsidR="00255891" w:rsidRPr="00AE3DB1" w:rsidRDefault="00255891" w:rsidP="00FC01F6">
            <w:pPr>
              <w:pStyle w:val="FMGBody"/>
            </w:pPr>
          </w:p>
        </w:tc>
      </w:tr>
      <w:tr w:rsidR="00255891" w:rsidRPr="00AE3DB1" w14:paraId="59B4C109" w14:textId="77777777" w:rsidTr="00FC01F6">
        <w:tc>
          <w:tcPr>
            <w:tcW w:w="3659" w:type="dxa"/>
          </w:tcPr>
          <w:p w14:paraId="011B6373" w14:textId="77777777" w:rsidR="00255891" w:rsidRPr="00AE3DB1" w:rsidRDefault="00255891" w:rsidP="00FC01F6">
            <w:pPr>
              <w:pStyle w:val="FMGBody"/>
            </w:pPr>
            <w:r>
              <w:t>Contact Details</w:t>
            </w:r>
          </w:p>
        </w:tc>
        <w:tc>
          <w:tcPr>
            <w:tcW w:w="7167" w:type="dxa"/>
          </w:tcPr>
          <w:p w14:paraId="12C2E415" w14:textId="77777777" w:rsidR="00255891" w:rsidRPr="00AE3DB1" w:rsidRDefault="00255891" w:rsidP="00FC01F6">
            <w:pPr>
              <w:pStyle w:val="FMGBody"/>
            </w:pPr>
          </w:p>
        </w:tc>
      </w:tr>
    </w:tbl>
    <w:p w14:paraId="43193291" w14:textId="77777777" w:rsidR="00255891" w:rsidRDefault="00255891">
      <w:pPr>
        <w:rPr>
          <w:b/>
        </w:rPr>
      </w:pPr>
    </w:p>
    <w:p w14:paraId="38B5BEAA" w14:textId="77777777" w:rsidR="00255891" w:rsidRDefault="00255891">
      <w:pPr>
        <w:rPr>
          <w:b/>
        </w:rPr>
      </w:pPr>
    </w:p>
    <w:tbl>
      <w:tblPr>
        <w:tblStyle w:val="CKTable"/>
        <w:tblW w:w="0" w:type="auto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59"/>
        <w:gridCol w:w="7167"/>
      </w:tblGrid>
      <w:tr w:rsidR="00A25522" w:rsidRPr="00FA2530" w14:paraId="2B991E11" w14:textId="77777777" w:rsidTr="00BD53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826" w:type="dxa"/>
            <w:gridSpan w:val="2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1A8641DB" w14:textId="13D2AD50" w:rsidR="00A25522" w:rsidRPr="00FA2530" w:rsidRDefault="00663BB3" w:rsidP="00A25522">
            <w:pPr>
              <w:pStyle w:val="FMGBody"/>
              <w:rPr>
                <w:b/>
                <w:caps/>
              </w:rPr>
            </w:pPr>
            <w:r>
              <w:rPr>
                <w:b/>
                <w:caps/>
              </w:rPr>
              <w:t>description of fault</w:t>
            </w:r>
          </w:p>
        </w:tc>
      </w:tr>
      <w:tr w:rsidR="00867DF3" w:rsidRPr="00AE3DB1" w14:paraId="07084A9A" w14:textId="77777777" w:rsidTr="002D4047">
        <w:trPr>
          <w:trHeight w:val="186"/>
        </w:trPr>
        <w:tc>
          <w:tcPr>
            <w:tcW w:w="3659" w:type="dxa"/>
            <w:tcBorders>
              <w:top w:val="single" w:sz="6" w:space="0" w:color="BFBFBF" w:themeColor="background1" w:themeShade="BF"/>
            </w:tcBorders>
          </w:tcPr>
          <w:p w14:paraId="76A62D7B" w14:textId="61BBEC1D" w:rsidR="00867DF3" w:rsidRPr="00AE3DB1" w:rsidRDefault="00867DF3" w:rsidP="002D4047">
            <w:pPr>
              <w:pStyle w:val="FMGBody"/>
            </w:pPr>
            <w:r>
              <w:t>What fault has been reported?</w:t>
            </w:r>
          </w:p>
        </w:tc>
        <w:tc>
          <w:tcPr>
            <w:tcW w:w="7167" w:type="dxa"/>
            <w:tcBorders>
              <w:top w:val="single" w:sz="6" w:space="0" w:color="BFBFBF" w:themeColor="background1" w:themeShade="BF"/>
            </w:tcBorders>
          </w:tcPr>
          <w:p w14:paraId="0FEB1A85" w14:textId="77777777" w:rsidR="00867DF3" w:rsidRDefault="00867DF3" w:rsidP="002D4047">
            <w:pPr>
              <w:pStyle w:val="FMGBody"/>
              <w:jc w:val="both"/>
            </w:pPr>
          </w:p>
          <w:p w14:paraId="40EEE358" w14:textId="77777777" w:rsidR="00397433" w:rsidRDefault="00397433" w:rsidP="002D4047">
            <w:pPr>
              <w:pStyle w:val="FMGBody"/>
              <w:jc w:val="both"/>
            </w:pPr>
          </w:p>
          <w:p w14:paraId="602BAFE8" w14:textId="17F584A8" w:rsidR="00397433" w:rsidRPr="00AE3DB1" w:rsidRDefault="00397433" w:rsidP="002D4047">
            <w:pPr>
              <w:pStyle w:val="FMGBody"/>
              <w:jc w:val="both"/>
            </w:pPr>
          </w:p>
        </w:tc>
      </w:tr>
      <w:tr w:rsidR="00867DF3" w:rsidRPr="00AE3DB1" w14:paraId="319DEE26" w14:textId="77777777" w:rsidTr="002D4047">
        <w:tc>
          <w:tcPr>
            <w:tcW w:w="3659" w:type="dxa"/>
          </w:tcPr>
          <w:p w14:paraId="642297F6" w14:textId="326A8545" w:rsidR="00867DF3" w:rsidRPr="00AE3DB1" w:rsidRDefault="00867DF3" w:rsidP="002D4047">
            <w:pPr>
              <w:pStyle w:val="FMGBody"/>
            </w:pPr>
            <w:r>
              <w:t>Any parts required?</w:t>
            </w:r>
          </w:p>
        </w:tc>
        <w:tc>
          <w:tcPr>
            <w:tcW w:w="7167" w:type="dxa"/>
          </w:tcPr>
          <w:p w14:paraId="4F0CDFC3" w14:textId="77777777" w:rsidR="00867DF3" w:rsidRDefault="00867DF3" w:rsidP="002D4047">
            <w:pPr>
              <w:pStyle w:val="FMGBody"/>
              <w:jc w:val="both"/>
            </w:pPr>
          </w:p>
          <w:p w14:paraId="385029B2" w14:textId="77777777" w:rsidR="00397433" w:rsidRDefault="00397433" w:rsidP="002D4047">
            <w:pPr>
              <w:pStyle w:val="FMGBody"/>
              <w:jc w:val="both"/>
            </w:pPr>
          </w:p>
          <w:p w14:paraId="1E2CA40B" w14:textId="7DD6E65B" w:rsidR="00397433" w:rsidRPr="00AE3DB1" w:rsidRDefault="00397433" w:rsidP="002D4047">
            <w:pPr>
              <w:pStyle w:val="FMGBody"/>
              <w:jc w:val="both"/>
            </w:pPr>
          </w:p>
        </w:tc>
      </w:tr>
    </w:tbl>
    <w:p w14:paraId="2EFA27D4" w14:textId="09247915" w:rsidR="00867DF3" w:rsidRDefault="00867DF3">
      <w:pPr>
        <w:rPr>
          <w:b/>
        </w:rPr>
      </w:pPr>
    </w:p>
    <w:p w14:paraId="5745D54C" w14:textId="77777777" w:rsidR="00867DF3" w:rsidRDefault="00867DF3">
      <w:pPr>
        <w:rPr>
          <w:b/>
        </w:rPr>
      </w:pPr>
    </w:p>
    <w:tbl>
      <w:tblPr>
        <w:tblStyle w:val="CKTable"/>
        <w:tblW w:w="0" w:type="auto"/>
        <w:tblInd w:w="-17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707"/>
        <w:gridCol w:w="851"/>
        <w:gridCol w:w="5268"/>
      </w:tblGrid>
      <w:tr w:rsidR="00F8714D" w:rsidRPr="00AE3DB1" w14:paraId="13A9E0CC" w14:textId="77777777" w:rsidTr="00887A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07" w:type="dxa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1B6C8F74" w14:textId="06918348" w:rsidR="00F8714D" w:rsidRDefault="00A1252E" w:rsidP="005E5F51">
            <w:pPr>
              <w:pStyle w:val="FMGHeading"/>
            </w:pPr>
            <w:r>
              <w:t>qualification requirements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2EC810EF" w14:textId="1F489D9E" w:rsidR="00F8714D" w:rsidRDefault="00F8714D" w:rsidP="005E5F51">
            <w:pPr>
              <w:pStyle w:val="FMGHeading"/>
              <w:jc w:val="center"/>
            </w:pPr>
            <w:r>
              <w:t>y/n</w:t>
            </w:r>
          </w:p>
        </w:tc>
        <w:tc>
          <w:tcPr>
            <w:tcW w:w="5268" w:type="dxa"/>
            <w:tcBorders>
              <w:top w:val="single" w:sz="4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4C3E78B7" w14:textId="7B05F82F" w:rsidR="00F8714D" w:rsidRPr="00FA2530" w:rsidRDefault="00887A1F" w:rsidP="005E5F51">
            <w:pPr>
              <w:pStyle w:val="FMGBody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 provide </w:t>
            </w:r>
            <w:r w:rsidR="00A41A2B">
              <w:rPr>
                <w:b/>
                <w:caps/>
              </w:rPr>
              <w:t>details</w:t>
            </w:r>
          </w:p>
        </w:tc>
      </w:tr>
      <w:tr w:rsidR="00F8714D" w:rsidRPr="00AE3DB1" w14:paraId="58F1837F" w14:textId="77777777" w:rsidTr="00887A1F">
        <w:trPr>
          <w:trHeight w:val="186"/>
        </w:trPr>
        <w:tc>
          <w:tcPr>
            <w:tcW w:w="4707" w:type="dxa"/>
            <w:tcBorders>
              <w:top w:val="single" w:sz="6" w:space="0" w:color="BFBFBF" w:themeColor="background1" w:themeShade="BF"/>
            </w:tcBorders>
          </w:tcPr>
          <w:p w14:paraId="709AFA0A" w14:textId="257AF069" w:rsidR="00F8714D" w:rsidRPr="00F8714D" w:rsidRDefault="00442438" w:rsidP="006B10EC">
            <w:pPr>
              <w:pStyle w:val="FMGBody"/>
            </w:pPr>
            <w:r>
              <w:t xml:space="preserve">1. </w:t>
            </w:r>
            <w:r w:rsidR="00663BB3">
              <w:t>Equipment warranty registration form returned?</w:t>
            </w:r>
          </w:p>
        </w:tc>
        <w:tc>
          <w:tcPr>
            <w:tcW w:w="85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</w:tcPr>
          <w:p w14:paraId="04775091" w14:textId="4EAF4158" w:rsidR="00F8714D" w:rsidRPr="00AE3DB1" w:rsidRDefault="00F8714D" w:rsidP="005E5F51">
            <w:pPr>
              <w:pStyle w:val="FMGBody"/>
              <w:jc w:val="center"/>
            </w:pPr>
          </w:p>
        </w:tc>
        <w:tc>
          <w:tcPr>
            <w:tcW w:w="5268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</w:tcPr>
          <w:p w14:paraId="705A72C3" w14:textId="70C08A5D" w:rsidR="00F8714D" w:rsidRPr="00AE3DB1" w:rsidRDefault="00F8714D" w:rsidP="005E5F51">
            <w:pPr>
              <w:pStyle w:val="FMGBody"/>
              <w:jc w:val="center"/>
            </w:pPr>
          </w:p>
        </w:tc>
      </w:tr>
      <w:tr w:rsidR="00F8714D" w:rsidRPr="00AE3DB1" w14:paraId="5048691B" w14:textId="77777777" w:rsidTr="00887A1F">
        <w:tc>
          <w:tcPr>
            <w:tcW w:w="4707" w:type="dxa"/>
          </w:tcPr>
          <w:p w14:paraId="3063F13C" w14:textId="47A55482" w:rsidR="00F8714D" w:rsidRPr="00AE3DB1" w:rsidRDefault="00442438" w:rsidP="00A1252E">
            <w:pPr>
              <w:pStyle w:val="FMGBody"/>
            </w:pPr>
            <w:r>
              <w:t xml:space="preserve">2. </w:t>
            </w:r>
            <w:r w:rsidR="00663BB3">
              <w:t>C</w:t>
            </w:r>
            <w:r w:rsidR="006B10EC">
              <w:t>ommissioning report for the product</w:t>
            </w:r>
            <w:r w:rsidR="00663BB3">
              <w:t xml:space="preserve"> available</w:t>
            </w:r>
            <w:r w:rsidR="006B10EC">
              <w:t>?</w:t>
            </w:r>
          </w:p>
        </w:tc>
        <w:tc>
          <w:tcPr>
            <w:tcW w:w="85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</w:tcPr>
          <w:p w14:paraId="052A49BE" w14:textId="346ABCC3" w:rsidR="00F8714D" w:rsidRPr="00AE3DB1" w:rsidRDefault="00F8714D" w:rsidP="005E5F51">
            <w:pPr>
              <w:pStyle w:val="FMGBody"/>
              <w:jc w:val="center"/>
            </w:pPr>
          </w:p>
        </w:tc>
        <w:tc>
          <w:tcPr>
            <w:tcW w:w="5268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</w:tcPr>
          <w:p w14:paraId="425BA151" w14:textId="25890135" w:rsidR="00F8714D" w:rsidRPr="00AE3DB1" w:rsidRDefault="00F8714D" w:rsidP="005E5F51">
            <w:pPr>
              <w:pStyle w:val="FMGBody"/>
              <w:jc w:val="center"/>
            </w:pPr>
          </w:p>
        </w:tc>
      </w:tr>
      <w:tr w:rsidR="00F8714D" w:rsidRPr="00AE3DB1" w14:paraId="02025585" w14:textId="77777777" w:rsidTr="00887A1F">
        <w:tc>
          <w:tcPr>
            <w:tcW w:w="4707" w:type="dxa"/>
          </w:tcPr>
          <w:p w14:paraId="09E50080" w14:textId="2C2B9F36" w:rsidR="00F8714D" w:rsidRPr="00AE3DB1" w:rsidRDefault="00442438" w:rsidP="00A1252E">
            <w:pPr>
              <w:pStyle w:val="FMGBody"/>
            </w:pPr>
            <w:r>
              <w:t xml:space="preserve">3. </w:t>
            </w:r>
            <w:r w:rsidR="00663BB3">
              <w:t>Proof of</w:t>
            </w:r>
            <w:r w:rsidR="006B10EC">
              <w:t xml:space="preserve"> routine maintenance reports </w:t>
            </w:r>
            <w:r w:rsidR="00663BB3">
              <w:t>available</w:t>
            </w:r>
            <w:r w:rsidR="006B10EC">
              <w:t>?</w:t>
            </w:r>
          </w:p>
        </w:tc>
        <w:tc>
          <w:tcPr>
            <w:tcW w:w="85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</w:tcPr>
          <w:p w14:paraId="3150D4B7" w14:textId="7DD85EFA" w:rsidR="00F8714D" w:rsidRPr="00AE3DB1" w:rsidRDefault="00F8714D" w:rsidP="00F8714D">
            <w:pPr>
              <w:pStyle w:val="FMGBody"/>
              <w:jc w:val="center"/>
            </w:pPr>
          </w:p>
        </w:tc>
        <w:tc>
          <w:tcPr>
            <w:tcW w:w="5268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</w:tcPr>
          <w:p w14:paraId="04FD3C63" w14:textId="140005A1" w:rsidR="00F8714D" w:rsidRPr="00AE3DB1" w:rsidRDefault="00F8714D" w:rsidP="00F8714D">
            <w:pPr>
              <w:pStyle w:val="FMGBody"/>
              <w:jc w:val="center"/>
            </w:pPr>
          </w:p>
        </w:tc>
      </w:tr>
    </w:tbl>
    <w:p w14:paraId="2FA40BB5" w14:textId="4E700F07" w:rsidR="00663BB3" w:rsidRDefault="00663BB3" w:rsidP="00E37378">
      <w:pPr>
        <w:ind w:left="-284"/>
        <w:rPr>
          <w:b/>
        </w:rPr>
      </w:pPr>
    </w:p>
    <w:sectPr w:rsidR="00663BB3" w:rsidSect="00663B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440" w:right="567" w:bottom="1440" w:left="680" w:header="425" w:footer="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25914" w14:textId="77777777" w:rsidR="003F682B" w:rsidRDefault="003F682B">
      <w:r>
        <w:separator/>
      </w:r>
    </w:p>
  </w:endnote>
  <w:endnote w:type="continuationSeparator" w:id="0">
    <w:p w14:paraId="3C1281F3" w14:textId="77777777" w:rsidR="003F682B" w:rsidRDefault="003F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98F4" w14:textId="77777777" w:rsidR="007A47BD" w:rsidRDefault="00BF73EE" w:rsidP="00DE4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47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7BD">
      <w:rPr>
        <w:rStyle w:val="PageNumber"/>
        <w:noProof/>
      </w:rPr>
      <w:t>1</w:t>
    </w:r>
    <w:r>
      <w:rPr>
        <w:rStyle w:val="PageNumber"/>
      </w:rPr>
      <w:fldChar w:fldCharType="end"/>
    </w:r>
  </w:p>
  <w:p w14:paraId="122798F5" w14:textId="77777777" w:rsidR="007A47BD" w:rsidRDefault="007A47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98F6" w14:textId="6FE5E12A" w:rsidR="007A47BD" w:rsidRPr="008B4696" w:rsidRDefault="007A47BD" w:rsidP="006A2BDE">
    <w:pPr>
      <w:tabs>
        <w:tab w:val="left" w:pos="1308"/>
        <w:tab w:val="left" w:pos="2328"/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r w:rsidR="006A2BDE">
      <w:rPr>
        <w:sz w:val="16"/>
        <w:szCs w:val="16"/>
      </w:rPr>
      <w:tab/>
    </w:r>
    <w:r w:rsidR="006A2BDE"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77682735"/>
        <w:docPartObj>
          <w:docPartGallery w:val="Page Numbers (Top of Page)"/>
          <w:docPartUnique/>
        </w:docPartObj>
      </w:sdtPr>
      <w:sdtEndPr/>
      <w:sdtContent>
        <w:r w:rsidRPr="00CA51E8">
          <w:rPr>
            <w:rFonts w:ascii="Arial Narrow" w:hAnsi="Arial Narrow"/>
            <w:sz w:val="16"/>
            <w:szCs w:val="16"/>
          </w:rPr>
          <w:t xml:space="preserve">Page </w:t>
        </w:r>
        <w:r w:rsidR="00BF73EE" w:rsidRPr="00CA51E8">
          <w:rPr>
            <w:rFonts w:ascii="Arial Narrow" w:hAnsi="Arial Narrow"/>
            <w:sz w:val="16"/>
            <w:szCs w:val="16"/>
          </w:rPr>
          <w:fldChar w:fldCharType="begin"/>
        </w:r>
        <w:r w:rsidRPr="00CA51E8">
          <w:rPr>
            <w:rFonts w:ascii="Arial Narrow" w:hAnsi="Arial Narrow"/>
            <w:sz w:val="16"/>
            <w:szCs w:val="16"/>
          </w:rPr>
          <w:instrText xml:space="preserve"> PAGE </w:instrText>
        </w:r>
        <w:r w:rsidR="00BF73EE" w:rsidRPr="00CA51E8">
          <w:rPr>
            <w:rFonts w:ascii="Arial Narrow" w:hAnsi="Arial Narrow"/>
            <w:sz w:val="16"/>
            <w:szCs w:val="16"/>
          </w:rPr>
          <w:fldChar w:fldCharType="separate"/>
        </w:r>
        <w:r w:rsidR="00E608FA">
          <w:rPr>
            <w:rFonts w:ascii="Arial Narrow" w:hAnsi="Arial Narrow"/>
            <w:noProof/>
            <w:sz w:val="16"/>
            <w:szCs w:val="16"/>
          </w:rPr>
          <w:t>1</w:t>
        </w:r>
        <w:r w:rsidR="00BF73EE" w:rsidRPr="00CA51E8">
          <w:rPr>
            <w:rFonts w:ascii="Arial Narrow" w:hAnsi="Arial Narrow"/>
            <w:sz w:val="16"/>
            <w:szCs w:val="16"/>
          </w:rPr>
          <w:fldChar w:fldCharType="end"/>
        </w:r>
        <w:r w:rsidRPr="00CA51E8">
          <w:rPr>
            <w:rFonts w:ascii="Arial Narrow" w:hAnsi="Arial Narrow"/>
            <w:sz w:val="16"/>
            <w:szCs w:val="16"/>
          </w:rPr>
          <w:t xml:space="preserve"> of </w:t>
        </w:r>
        <w:r w:rsidR="00BF73EE" w:rsidRPr="00CA51E8">
          <w:rPr>
            <w:rFonts w:ascii="Arial Narrow" w:hAnsi="Arial Narrow"/>
            <w:sz w:val="16"/>
            <w:szCs w:val="16"/>
          </w:rPr>
          <w:fldChar w:fldCharType="begin"/>
        </w:r>
        <w:r w:rsidRPr="00CA51E8">
          <w:rPr>
            <w:rFonts w:ascii="Arial Narrow" w:hAnsi="Arial Narrow"/>
            <w:sz w:val="16"/>
            <w:szCs w:val="16"/>
          </w:rPr>
          <w:instrText xml:space="preserve"> NUMPAGES  </w:instrText>
        </w:r>
        <w:r w:rsidR="00BF73EE" w:rsidRPr="00CA51E8">
          <w:rPr>
            <w:rFonts w:ascii="Arial Narrow" w:hAnsi="Arial Narrow"/>
            <w:sz w:val="16"/>
            <w:szCs w:val="16"/>
          </w:rPr>
          <w:fldChar w:fldCharType="separate"/>
        </w:r>
        <w:r w:rsidR="00E608FA">
          <w:rPr>
            <w:rFonts w:ascii="Arial Narrow" w:hAnsi="Arial Narrow"/>
            <w:noProof/>
            <w:sz w:val="16"/>
            <w:szCs w:val="16"/>
          </w:rPr>
          <w:t>1</w:t>
        </w:r>
        <w:r w:rsidR="00BF73EE" w:rsidRPr="00CA51E8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8F7" w14:textId="77777777" w:rsidR="007A47BD" w:rsidRPr="00C904A3" w:rsidRDefault="007A47BD" w:rsidP="00C904A3">
    <w:pPr>
      <w:pStyle w:val="Footer"/>
      <w:tabs>
        <w:tab w:val="clear" w:pos="4153"/>
        <w:tab w:val="clear" w:pos="8306"/>
        <w:tab w:val="right" w:pos="10632"/>
      </w:tabs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9904" w14:textId="77777777" w:rsidR="007A47BD" w:rsidRDefault="007A47BD">
    <w:pPr>
      <w:pStyle w:val="Footer"/>
      <w:jc w:val="right"/>
      <w:rPr>
        <w:sz w:val="4"/>
      </w:rPr>
    </w:pPr>
  </w:p>
  <w:p w14:paraId="12279905" w14:textId="0A2FB0FE" w:rsidR="007A47BD" w:rsidRPr="008B4696" w:rsidRDefault="007A47BD" w:rsidP="00FE2F9E">
    <w:pPr>
      <w:tabs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E075FF">
          <w:rPr>
            <w:rFonts w:ascii="Arial Narrow" w:hAnsi="Arial Narrow"/>
            <w:sz w:val="16"/>
            <w:szCs w:val="16"/>
          </w:rPr>
          <w:t xml:space="preserve">Page </w:t>
        </w:r>
        <w:r w:rsidR="00BF73EE"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PAGE </w:instrText>
        </w:r>
        <w:r w:rsidR="00BF73EE"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663BB3">
          <w:rPr>
            <w:rFonts w:ascii="Arial Narrow" w:hAnsi="Arial Narrow"/>
            <w:noProof/>
            <w:sz w:val="16"/>
            <w:szCs w:val="16"/>
          </w:rPr>
          <w:t>1</w:t>
        </w:r>
        <w:r w:rsidR="00BF73EE" w:rsidRPr="00E075FF">
          <w:rPr>
            <w:rFonts w:ascii="Arial Narrow" w:hAnsi="Arial Narrow"/>
            <w:sz w:val="16"/>
            <w:szCs w:val="16"/>
          </w:rPr>
          <w:fldChar w:fldCharType="end"/>
        </w:r>
        <w:r w:rsidRPr="00E075FF">
          <w:rPr>
            <w:rFonts w:ascii="Arial Narrow" w:hAnsi="Arial Narrow"/>
            <w:sz w:val="16"/>
            <w:szCs w:val="16"/>
          </w:rPr>
          <w:t xml:space="preserve"> of </w:t>
        </w:r>
        <w:r w:rsidR="00BF73EE"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NUMPAGES  </w:instrText>
        </w:r>
        <w:r w:rsidR="00BF73EE"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0A4A2E">
          <w:rPr>
            <w:rFonts w:ascii="Arial Narrow" w:hAnsi="Arial Narrow"/>
            <w:noProof/>
            <w:sz w:val="16"/>
            <w:szCs w:val="16"/>
          </w:rPr>
          <w:t>1</w:t>
        </w:r>
        <w:r w:rsidR="00BF73EE" w:rsidRPr="00E075FF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906" w14:textId="77777777" w:rsidR="007A47BD" w:rsidRPr="00C904A3" w:rsidRDefault="007A47BD" w:rsidP="00AF51FC">
    <w:pPr>
      <w:pStyle w:val="Footer"/>
      <w:tabs>
        <w:tab w:val="clear" w:pos="4153"/>
        <w:tab w:val="clear" w:pos="8306"/>
        <w:tab w:val="right" w:pos="1049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528EF" w14:textId="77777777" w:rsidR="003F682B" w:rsidRDefault="003F682B">
      <w:r>
        <w:separator/>
      </w:r>
    </w:p>
  </w:footnote>
  <w:footnote w:type="continuationSeparator" w:id="0">
    <w:p w14:paraId="7E40DD30" w14:textId="77777777" w:rsidR="003F682B" w:rsidRDefault="003F6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798E7" w14:textId="5A19B337" w:rsidR="007A47BD" w:rsidRDefault="009C280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2279907" wp14:editId="627914A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35140" cy="2733675"/>
              <wp:effectExtent l="0" t="1847850" r="0" b="1495425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35140" cy="27336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7FEC6" w14:textId="77777777" w:rsidR="009C2805" w:rsidRDefault="009C2805" w:rsidP="009C280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279907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0;margin-top:0;width:538.2pt;height:215.2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14:paraId="2367FEC6" w14:textId="77777777" w:rsidR="009C2805" w:rsidRDefault="009C2805" w:rsidP="009C280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7A47BD" w:rsidRPr="005B2AF8" w14:paraId="122798EB" w14:textId="77777777" w:rsidTr="00663BB3">
      <w:trPr>
        <w:trHeight w:val="491"/>
      </w:trPr>
      <w:tc>
        <w:tcPr>
          <w:tcW w:w="2019" w:type="dxa"/>
          <w:vMerge w:val="restart"/>
          <w:vAlign w:val="center"/>
        </w:tcPr>
        <w:p w14:paraId="122798E8" w14:textId="3B4D1BB8" w:rsidR="007A47BD" w:rsidRPr="00F05CA4" w:rsidRDefault="00663BB3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182D4580" wp14:editId="127906C1">
                <wp:extent cx="481013" cy="754583"/>
                <wp:effectExtent l="0" t="0" r="0" b="7620"/>
                <wp:docPr id="5" name="Pictur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BF54DB-DBA3-405E-B065-BDF35691F4D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3">
                          <a:extLst>
                            <a:ext uri="{FF2B5EF4-FFF2-40B4-BE49-F238E27FC236}">
                              <a16:creationId xmlns:a16="http://schemas.microsoft.com/office/drawing/2014/main" id="{8EBF54DB-DBA3-405E-B065-BDF35691F4D7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4700" cy="760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:a14="http://schemas.microsoft.com/office/drawing/2010/main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E9" w14:textId="457DE5F8" w:rsidR="007A47BD" w:rsidRPr="00621C45" w:rsidRDefault="00867DF3" w:rsidP="00730E0C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Product warranty claim</w:t>
          </w:r>
        </w:p>
      </w:tc>
      <w:tc>
        <w:tcPr>
          <w:tcW w:w="4419" w:type="dxa"/>
          <w:vAlign w:val="center"/>
        </w:tcPr>
        <w:p w14:paraId="122798EA" w14:textId="32519853" w:rsidR="007A47BD" w:rsidRPr="00621C45" w:rsidRDefault="00E012DA" w:rsidP="00730E0C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0013-C</w:t>
          </w:r>
        </w:p>
      </w:tc>
    </w:tr>
    <w:tr w:rsidR="007A47BD" w:rsidRPr="005B2AF8" w14:paraId="122798EE" w14:textId="77777777" w:rsidTr="00867DF3">
      <w:trPr>
        <w:trHeight w:val="474"/>
      </w:trPr>
      <w:tc>
        <w:tcPr>
          <w:tcW w:w="2019" w:type="dxa"/>
          <w:vMerge/>
          <w:vAlign w:val="center"/>
        </w:tcPr>
        <w:p w14:paraId="122798EC" w14:textId="77777777" w:rsidR="007A47BD" w:rsidRPr="00F05CA4" w:rsidRDefault="007A47BD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000000" w:themeFill="text1"/>
          <w:vAlign w:val="center"/>
        </w:tcPr>
        <w:p w14:paraId="122798ED" w14:textId="20ABD5D7" w:rsidR="00E608FA" w:rsidRPr="00E608FA" w:rsidRDefault="00C356C8" w:rsidP="00AC10A3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t xml:space="preserve">Complete and return this page to the </w:t>
          </w:r>
          <w:proofErr w:type="spellStart"/>
          <w:r>
            <w:t>apac</w:t>
          </w:r>
          <w:proofErr w:type="spellEnd"/>
          <w:r>
            <w:t xml:space="preserve"> service department via email  </w:t>
          </w:r>
          <w:hyperlink r:id="rId2" w:history="1">
            <w:r>
              <w:rPr>
                <w:rStyle w:val="Hyperlink"/>
              </w:rPr>
              <w:t>apacservice@rinnai.com.au</w:t>
            </w:r>
          </w:hyperlink>
        </w:p>
      </w:tc>
    </w:tr>
  </w:tbl>
  <w:p w14:paraId="122798F3" w14:textId="77777777" w:rsidR="007A47BD" w:rsidRDefault="007A47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7A47BD" w:rsidRPr="005B2AF8" w14:paraId="122798FB" w14:textId="77777777" w:rsidTr="00B31F22">
      <w:trPr>
        <w:trHeight w:val="491"/>
      </w:trPr>
      <w:tc>
        <w:tcPr>
          <w:tcW w:w="2019" w:type="dxa"/>
          <w:vMerge w:val="restart"/>
          <w:vAlign w:val="center"/>
        </w:tcPr>
        <w:p w14:paraId="122798F8" w14:textId="375542E3" w:rsidR="007A47BD" w:rsidRPr="00F05CA4" w:rsidRDefault="007A47BD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4468" w:type="dxa"/>
          <w:shd w:val="clear" w:color="auto" w:fill="auto"/>
          <w:vAlign w:val="center"/>
        </w:tcPr>
        <w:p w14:paraId="122798F9" w14:textId="7225948E" w:rsidR="007A47BD" w:rsidRPr="00621C45" w:rsidRDefault="00232F27" w:rsidP="009F4B61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WARRANTY</w:t>
          </w:r>
          <w:r w:rsidR="00381D0A" w:rsidRPr="00621C45">
            <w:rPr>
              <w:rFonts w:ascii="Arial Bold" w:hAnsi="Arial Bold"/>
              <w:b/>
              <w:caps/>
            </w:rPr>
            <w:t xml:space="preserve"> quality ass</w:t>
          </w:r>
          <w:r w:rsidR="009F4B61">
            <w:rPr>
              <w:rFonts w:ascii="Arial Bold" w:hAnsi="Arial Bold"/>
              <w:b/>
              <w:caps/>
            </w:rPr>
            <w:t>urance</w:t>
          </w:r>
        </w:p>
      </w:tc>
      <w:tc>
        <w:tcPr>
          <w:tcW w:w="4419" w:type="dxa"/>
          <w:vAlign w:val="center"/>
        </w:tcPr>
        <w:p w14:paraId="122798FA" w14:textId="686DF5BD" w:rsidR="007A47BD" w:rsidRPr="00621C45" w:rsidRDefault="00E075FF" w:rsidP="00232F27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001</w:t>
          </w:r>
          <w:r w:rsidR="00232F27">
            <w:rPr>
              <w:b/>
              <w:sz w:val="16"/>
              <w:szCs w:val="16"/>
            </w:rPr>
            <w:t>3</w:t>
          </w:r>
          <w:r w:rsidR="00A25522">
            <w:rPr>
              <w:b/>
              <w:sz w:val="16"/>
              <w:szCs w:val="16"/>
            </w:rPr>
            <w:t>-B</w:t>
          </w:r>
        </w:p>
      </w:tc>
    </w:tr>
    <w:tr w:rsidR="007A47BD" w:rsidRPr="005B2AF8" w14:paraId="122798FE" w14:textId="77777777" w:rsidTr="00AD7DFF">
      <w:trPr>
        <w:trHeight w:val="474"/>
      </w:trPr>
      <w:tc>
        <w:tcPr>
          <w:tcW w:w="2019" w:type="dxa"/>
          <w:vMerge/>
          <w:vAlign w:val="center"/>
        </w:tcPr>
        <w:p w14:paraId="122798FC" w14:textId="77777777" w:rsidR="007A47BD" w:rsidRPr="00F05CA4" w:rsidRDefault="007A47BD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FD" w14:textId="54FCCC94" w:rsidR="007A47BD" w:rsidRPr="00AD7DFF" w:rsidRDefault="00232F27" w:rsidP="00AC10A3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PRODUCT WARRANTY CLAIM</w:t>
          </w:r>
          <w:r w:rsidR="00083317" w:rsidRPr="00621C45">
            <w:rPr>
              <w:rFonts w:ascii="Arial Bold" w:hAnsi="Arial Bold"/>
              <w:b/>
              <w:caps/>
              <w:sz w:val="24"/>
              <w:szCs w:val="24"/>
            </w:rPr>
            <w:t xml:space="preserve"> </w:t>
          </w:r>
        </w:p>
      </w:tc>
    </w:tr>
  </w:tbl>
  <w:p w14:paraId="12279903" w14:textId="77777777" w:rsidR="007A47BD" w:rsidRPr="00FE2F9E" w:rsidRDefault="007A47BD" w:rsidP="00FE2F9E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37DE0"/>
    <w:multiLevelType w:val="hybridMultilevel"/>
    <w:tmpl w:val="BD04DEE0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BDA3E26"/>
    <w:multiLevelType w:val="hybridMultilevel"/>
    <w:tmpl w:val="C73CD778"/>
    <w:lvl w:ilvl="0" w:tplc="16645A82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17D1F"/>
    <w:multiLevelType w:val="multilevel"/>
    <w:tmpl w:val="D7EC2A6A"/>
    <w:lvl w:ilvl="0">
      <w:start w:val="6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MinorHeading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387A56D2"/>
    <w:multiLevelType w:val="hybridMultilevel"/>
    <w:tmpl w:val="AEA0DEFE"/>
    <w:lvl w:ilvl="0" w:tplc="5E6A93E6">
      <w:start w:val="1"/>
      <w:numFmt w:val="decimal"/>
      <w:lvlText w:val="%1."/>
      <w:lvlJc w:val="left"/>
      <w:pPr>
        <w:ind w:left="-65" w:hanging="360"/>
      </w:pPr>
      <w:rPr>
        <w:rFonts w:ascii="Arial Narrow" w:hAnsi="Arial Narrow" w:hint="default"/>
        <w:b w:val="0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655" w:hanging="360"/>
      </w:pPr>
    </w:lvl>
    <w:lvl w:ilvl="2" w:tplc="0C09001B" w:tentative="1">
      <w:start w:val="1"/>
      <w:numFmt w:val="lowerRoman"/>
      <w:lvlText w:val="%3."/>
      <w:lvlJc w:val="right"/>
      <w:pPr>
        <w:ind w:left="1375" w:hanging="180"/>
      </w:pPr>
    </w:lvl>
    <w:lvl w:ilvl="3" w:tplc="0C09000F" w:tentative="1">
      <w:start w:val="1"/>
      <w:numFmt w:val="decimal"/>
      <w:lvlText w:val="%4."/>
      <w:lvlJc w:val="left"/>
      <w:pPr>
        <w:ind w:left="2095" w:hanging="360"/>
      </w:pPr>
    </w:lvl>
    <w:lvl w:ilvl="4" w:tplc="0C090019" w:tentative="1">
      <w:start w:val="1"/>
      <w:numFmt w:val="lowerLetter"/>
      <w:lvlText w:val="%5."/>
      <w:lvlJc w:val="left"/>
      <w:pPr>
        <w:ind w:left="2815" w:hanging="360"/>
      </w:pPr>
    </w:lvl>
    <w:lvl w:ilvl="5" w:tplc="0C09001B" w:tentative="1">
      <w:start w:val="1"/>
      <w:numFmt w:val="lowerRoman"/>
      <w:lvlText w:val="%6."/>
      <w:lvlJc w:val="right"/>
      <w:pPr>
        <w:ind w:left="3535" w:hanging="180"/>
      </w:pPr>
    </w:lvl>
    <w:lvl w:ilvl="6" w:tplc="0C09000F" w:tentative="1">
      <w:start w:val="1"/>
      <w:numFmt w:val="decimal"/>
      <w:lvlText w:val="%7."/>
      <w:lvlJc w:val="left"/>
      <w:pPr>
        <w:ind w:left="4255" w:hanging="360"/>
      </w:pPr>
    </w:lvl>
    <w:lvl w:ilvl="7" w:tplc="0C090019" w:tentative="1">
      <w:start w:val="1"/>
      <w:numFmt w:val="lowerLetter"/>
      <w:lvlText w:val="%8."/>
      <w:lvlJc w:val="left"/>
      <w:pPr>
        <w:ind w:left="4975" w:hanging="360"/>
      </w:pPr>
    </w:lvl>
    <w:lvl w:ilvl="8" w:tplc="0C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" w15:restartNumberingAfterBreak="0">
    <w:nsid w:val="40012033"/>
    <w:multiLevelType w:val="singleLevel"/>
    <w:tmpl w:val="6AC463D2"/>
    <w:lvl w:ilvl="0">
      <w:start w:val="1"/>
      <w:numFmt w:val="bullet"/>
      <w:pStyle w:val="MinorPoints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5" w15:restartNumberingAfterBreak="0">
    <w:nsid w:val="44DE3F0A"/>
    <w:multiLevelType w:val="hybridMultilevel"/>
    <w:tmpl w:val="BA5AC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5A2356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47250"/>
    <w:multiLevelType w:val="hybridMultilevel"/>
    <w:tmpl w:val="841A45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01EA4"/>
    <w:multiLevelType w:val="hybridMultilevel"/>
    <w:tmpl w:val="4830E618"/>
    <w:lvl w:ilvl="0" w:tplc="CE2E6E4A">
      <w:start w:val="1"/>
      <w:numFmt w:val="bullet"/>
      <w:pStyle w:val="FMG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45F91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 fillcolor="white">
      <v:fill color="white"/>
      <v:shadow on="t" opacity=".5"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E94"/>
    <w:rsid w:val="00000828"/>
    <w:rsid w:val="00002015"/>
    <w:rsid w:val="00003223"/>
    <w:rsid w:val="00003825"/>
    <w:rsid w:val="000057DF"/>
    <w:rsid w:val="0000674F"/>
    <w:rsid w:val="000110EE"/>
    <w:rsid w:val="0001448E"/>
    <w:rsid w:val="00015317"/>
    <w:rsid w:val="00015388"/>
    <w:rsid w:val="000178A0"/>
    <w:rsid w:val="00017911"/>
    <w:rsid w:val="00024105"/>
    <w:rsid w:val="00026885"/>
    <w:rsid w:val="00026C4B"/>
    <w:rsid w:val="00031DBA"/>
    <w:rsid w:val="000329CC"/>
    <w:rsid w:val="00033210"/>
    <w:rsid w:val="000335ED"/>
    <w:rsid w:val="00033887"/>
    <w:rsid w:val="00033DC8"/>
    <w:rsid w:val="00035344"/>
    <w:rsid w:val="0003554C"/>
    <w:rsid w:val="000408C9"/>
    <w:rsid w:val="0004461B"/>
    <w:rsid w:val="00046ACC"/>
    <w:rsid w:val="00047074"/>
    <w:rsid w:val="00051B62"/>
    <w:rsid w:val="000560FE"/>
    <w:rsid w:val="000604AA"/>
    <w:rsid w:val="000640F3"/>
    <w:rsid w:val="000644C3"/>
    <w:rsid w:val="00065203"/>
    <w:rsid w:val="00065FC8"/>
    <w:rsid w:val="00066F37"/>
    <w:rsid w:val="00071637"/>
    <w:rsid w:val="00072B70"/>
    <w:rsid w:val="00074555"/>
    <w:rsid w:val="00076759"/>
    <w:rsid w:val="00081B73"/>
    <w:rsid w:val="000831D8"/>
    <w:rsid w:val="00083317"/>
    <w:rsid w:val="00085AA0"/>
    <w:rsid w:val="00087757"/>
    <w:rsid w:val="0009092A"/>
    <w:rsid w:val="000909DB"/>
    <w:rsid w:val="00090BA2"/>
    <w:rsid w:val="0009236A"/>
    <w:rsid w:val="00094913"/>
    <w:rsid w:val="000A0FFB"/>
    <w:rsid w:val="000A1995"/>
    <w:rsid w:val="000A309E"/>
    <w:rsid w:val="000A3F4A"/>
    <w:rsid w:val="000A48FB"/>
    <w:rsid w:val="000A4A2E"/>
    <w:rsid w:val="000A4B25"/>
    <w:rsid w:val="000A4C4F"/>
    <w:rsid w:val="000A56D7"/>
    <w:rsid w:val="000B01A9"/>
    <w:rsid w:val="000B0EBC"/>
    <w:rsid w:val="000B11F8"/>
    <w:rsid w:val="000B1BFE"/>
    <w:rsid w:val="000B1EB3"/>
    <w:rsid w:val="000B20AB"/>
    <w:rsid w:val="000B6B88"/>
    <w:rsid w:val="000B6D4E"/>
    <w:rsid w:val="000B6F5A"/>
    <w:rsid w:val="000E2AC7"/>
    <w:rsid w:val="000E35EF"/>
    <w:rsid w:val="000E38E8"/>
    <w:rsid w:val="000E492A"/>
    <w:rsid w:val="000E4C9B"/>
    <w:rsid w:val="000E54B8"/>
    <w:rsid w:val="000E69D6"/>
    <w:rsid w:val="000F0718"/>
    <w:rsid w:val="000F22CC"/>
    <w:rsid w:val="000F269C"/>
    <w:rsid w:val="000F2E52"/>
    <w:rsid w:val="000F50D0"/>
    <w:rsid w:val="000F6102"/>
    <w:rsid w:val="00102027"/>
    <w:rsid w:val="00112D38"/>
    <w:rsid w:val="001138B3"/>
    <w:rsid w:val="00115E24"/>
    <w:rsid w:val="001172DB"/>
    <w:rsid w:val="00120654"/>
    <w:rsid w:val="00121106"/>
    <w:rsid w:val="0012180A"/>
    <w:rsid w:val="0012186C"/>
    <w:rsid w:val="001262E4"/>
    <w:rsid w:val="0013054A"/>
    <w:rsid w:val="00130A7B"/>
    <w:rsid w:val="001312FB"/>
    <w:rsid w:val="00132779"/>
    <w:rsid w:val="00133031"/>
    <w:rsid w:val="00140655"/>
    <w:rsid w:val="00141A64"/>
    <w:rsid w:val="00144A16"/>
    <w:rsid w:val="00144BC0"/>
    <w:rsid w:val="001457CC"/>
    <w:rsid w:val="001466D8"/>
    <w:rsid w:val="001519C1"/>
    <w:rsid w:val="001528E7"/>
    <w:rsid w:val="001571EC"/>
    <w:rsid w:val="00165017"/>
    <w:rsid w:val="0016670D"/>
    <w:rsid w:val="001671FB"/>
    <w:rsid w:val="00170182"/>
    <w:rsid w:val="001732CD"/>
    <w:rsid w:val="00174B42"/>
    <w:rsid w:val="00175137"/>
    <w:rsid w:val="00175DFC"/>
    <w:rsid w:val="00175F50"/>
    <w:rsid w:val="00176106"/>
    <w:rsid w:val="001802DD"/>
    <w:rsid w:val="0018125B"/>
    <w:rsid w:val="00181C72"/>
    <w:rsid w:val="001865A2"/>
    <w:rsid w:val="00186A56"/>
    <w:rsid w:val="00186B79"/>
    <w:rsid w:val="00190669"/>
    <w:rsid w:val="00190FEA"/>
    <w:rsid w:val="001912FE"/>
    <w:rsid w:val="0019233D"/>
    <w:rsid w:val="00192473"/>
    <w:rsid w:val="00193B25"/>
    <w:rsid w:val="0019478B"/>
    <w:rsid w:val="001A29D5"/>
    <w:rsid w:val="001A399F"/>
    <w:rsid w:val="001A3F20"/>
    <w:rsid w:val="001A4B34"/>
    <w:rsid w:val="001A4B87"/>
    <w:rsid w:val="001A5904"/>
    <w:rsid w:val="001A7CCF"/>
    <w:rsid w:val="001A7E61"/>
    <w:rsid w:val="001B10DD"/>
    <w:rsid w:val="001B2BB8"/>
    <w:rsid w:val="001B5BA1"/>
    <w:rsid w:val="001B71E4"/>
    <w:rsid w:val="001B79AE"/>
    <w:rsid w:val="001C1B9D"/>
    <w:rsid w:val="001C4686"/>
    <w:rsid w:val="001C75D3"/>
    <w:rsid w:val="001C7A4B"/>
    <w:rsid w:val="001D0627"/>
    <w:rsid w:val="001D099A"/>
    <w:rsid w:val="001D1285"/>
    <w:rsid w:val="001D1F11"/>
    <w:rsid w:val="001D2569"/>
    <w:rsid w:val="001D2597"/>
    <w:rsid w:val="001D3B84"/>
    <w:rsid w:val="001D464F"/>
    <w:rsid w:val="001D53D5"/>
    <w:rsid w:val="001D7DD5"/>
    <w:rsid w:val="001E1ED2"/>
    <w:rsid w:val="001E265B"/>
    <w:rsid w:val="001E2A28"/>
    <w:rsid w:val="001E2C6E"/>
    <w:rsid w:val="001E37EB"/>
    <w:rsid w:val="001E7DE7"/>
    <w:rsid w:val="001F1069"/>
    <w:rsid w:val="001F2F93"/>
    <w:rsid w:val="001F5B09"/>
    <w:rsid w:val="001F6E58"/>
    <w:rsid w:val="00203024"/>
    <w:rsid w:val="00203FC6"/>
    <w:rsid w:val="002070D0"/>
    <w:rsid w:val="002079E3"/>
    <w:rsid w:val="00207A39"/>
    <w:rsid w:val="0021007D"/>
    <w:rsid w:val="0021116D"/>
    <w:rsid w:val="00211E2A"/>
    <w:rsid w:val="00212633"/>
    <w:rsid w:val="00213C6C"/>
    <w:rsid w:val="0021468B"/>
    <w:rsid w:val="00216545"/>
    <w:rsid w:val="00217780"/>
    <w:rsid w:val="00217D91"/>
    <w:rsid w:val="00222860"/>
    <w:rsid w:val="002232A9"/>
    <w:rsid w:val="002245C3"/>
    <w:rsid w:val="0022613E"/>
    <w:rsid w:val="00226179"/>
    <w:rsid w:val="00230C3A"/>
    <w:rsid w:val="00230F60"/>
    <w:rsid w:val="0023105E"/>
    <w:rsid w:val="00231FEC"/>
    <w:rsid w:val="00232539"/>
    <w:rsid w:val="00232F27"/>
    <w:rsid w:val="00233746"/>
    <w:rsid w:val="002338FD"/>
    <w:rsid w:val="00234330"/>
    <w:rsid w:val="00235C57"/>
    <w:rsid w:val="00237C7F"/>
    <w:rsid w:val="002400D7"/>
    <w:rsid w:val="00240407"/>
    <w:rsid w:val="002410D5"/>
    <w:rsid w:val="00242EE3"/>
    <w:rsid w:val="002521C2"/>
    <w:rsid w:val="00253DC2"/>
    <w:rsid w:val="00255891"/>
    <w:rsid w:val="00255F11"/>
    <w:rsid w:val="0026186A"/>
    <w:rsid w:val="0026310E"/>
    <w:rsid w:val="00263DB0"/>
    <w:rsid w:val="00272722"/>
    <w:rsid w:val="00272EB0"/>
    <w:rsid w:val="00273001"/>
    <w:rsid w:val="002762B2"/>
    <w:rsid w:val="00277610"/>
    <w:rsid w:val="00282097"/>
    <w:rsid w:val="00282255"/>
    <w:rsid w:val="00283A84"/>
    <w:rsid w:val="00283CF2"/>
    <w:rsid w:val="00284D4F"/>
    <w:rsid w:val="002871DD"/>
    <w:rsid w:val="002876F6"/>
    <w:rsid w:val="00291478"/>
    <w:rsid w:val="002923D3"/>
    <w:rsid w:val="00292410"/>
    <w:rsid w:val="00293864"/>
    <w:rsid w:val="00294E67"/>
    <w:rsid w:val="00295335"/>
    <w:rsid w:val="002A1CDD"/>
    <w:rsid w:val="002A48D9"/>
    <w:rsid w:val="002A5E84"/>
    <w:rsid w:val="002A613A"/>
    <w:rsid w:val="002A6AA3"/>
    <w:rsid w:val="002B0A14"/>
    <w:rsid w:val="002B0E02"/>
    <w:rsid w:val="002B111E"/>
    <w:rsid w:val="002B4D66"/>
    <w:rsid w:val="002B51FA"/>
    <w:rsid w:val="002B678D"/>
    <w:rsid w:val="002B7806"/>
    <w:rsid w:val="002B793D"/>
    <w:rsid w:val="002C2265"/>
    <w:rsid w:val="002C46B5"/>
    <w:rsid w:val="002C4B4B"/>
    <w:rsid w:val="002C5A7B"/>
    <w:rsid w:val="002C65FB"/>
    <w:rsid w:val="002D032D"/>
    <w:rsid w:val="002D1B4A"/>
    <w:rsid w:val="002D306A"/>
    <w:rsid w:val="002D3B4F"/>
    <w:rsid w:val="002D57EB"/>
    <w:rsid w:val="002D5EE3"/>
    <w:rsid w:val="002D6851"/>
    <w:rsid w:val="002D6A98"/>
    <w:rsid w:val="002E0FAD"/>
    <w:rsid w:val="002E123C"/>
    <w:rsid w:val="002E5457"/>
    <w:rsid w:val="002E69EC"/>
    <w:rsid w:val="002F1B1E"/>
    <w:rsid w:val="002F1E58"/>
    <w:rsid w:val="002F2B18"/>
    <w:rsid w:val="002F6797"/>
    <w:rsid w:val="002F6803"/>
    <w:rsid w:val="002F7AE9"/>
    <w:rsid w:val="00300739"/>
    <w:rsid w:val="00303BA9"/>
    <w:rsid w:val="00304284"/>
    <w:rsid w:val="00305EFD"/>
    <w:rsid w:val="00305F7A"/>
    <w:rsid w:val="00306F95"/>
    <w:rsid w:val="00307EC8"/>
    <w:rsid w:val="003134E0"/>
    <w:rsid w:val="00315867"/>
    <w:rsid w:val="00317020"/>
    <w:rsid w:val="003177E8"/>
    <w:rsid w:val="00317A25"/>
    <w:rsid w:val="0032025D"/>
    <w:rsid w:val="00325DE1"/>
    <w:rsid w:val="00330A7D"/>
    <w:rsid w:val="00332340"/>
    <w:rsid w:val="00333240"/>
    <w:rsid w:val="00333471"/>
    <w:rsid w:val="00334E60"/>
    <w:rsid w:val="00337A05"/>
    <w:rsid w:val="00341A20"/>
    <w:rsid w:val="003438C9"/>
    <w:rsid w:val="00346828"/>
    <w:rsid w:val="0034685F"/>
    <w:rsid w:val="00352190"/>
    <w:rsid w:val="00353151"/>
    <w:rsid w:val="0035466D"/>
    <w:rsid w:val="0035602B"/>
    <w:rsid w:val="00360AFC"/>
    <w:rsid w:val="00361CBB"/>
    <w:rsid w:val="00362C2C"/>
    <w:rsid w:val="00371995"/>
    <w:rsid w:val="00374D7B"/>
    <w:rsid w:val="00380FD9"/>
    <w:rsid w:val="0038134B"/>
    <w:rsid w:val="00381D0A"/>
    <w:rsid w:val="00381F92"/>
    <w:rsid w:val="0038681D"/>
    <w:rsid w:val="00390F99"/>
    <w:rsid w:val="003919E7"/>
    <w:rsid w:val="0039497A"/>
    <w:rsid w:val="003961C6"/>
    <w:rsid w:val="00397433"/>
    <w:rsid w:val="003A176F"/>
    <w:rsid w:val="003A2444"/>
    <w:rsid w:val="003B0701"/>
    <w:rsid w:val="003B07AE"/>
    <w:rsid w:val="003B19D1"/>
    <w:rsid w:val="003B1F1F"/>
    <w:rsid w:val="003B2405"/>
    <w:rsid w:val="003B3329"/>
    <w:rsid w:val="003C11F4"/>
    <w:rsid w:val="003C3149"/>
    <w:rsid w:val="003C318F"/>
    <w:rsid w:val="003C366C"/>
    <w:rsid w:val="003C3788"/>
    <w:rsid w:val="003C41C5"/>
    <w:rsid w:val="003C53E6"/>
    <w:rsid w:val="003C5EB6"/>
    <w:rsid w:val="003C64EA"/>
    <w:rsid w:val="003D12FE"/>
    <w:rsid w:val="003D148E"/>
    <w:rsid w:val="003D1D89"/>
    <w:rsid w:val="003D3964"/>
    <w:rsid w:val="003D54DC"/>
    <w:rsid w:val="003E024C"/>
    <w:rsid w:val="003E1B87"/>
    <w:rsid w:val="003E208A"/>
    <w:rsid w:val="003E264C"/>
    <w:rsid w:val="003E316C"/>
    <w:rsid w:val="003E3EA5"/>
    <w:rsid w:val="003E477F"/>
    <w:rsid w:val="003E4A36"/>
    <w:rsid w:val="003E59F6"/>
    <w:rsid w:val="003E5E41"/>
    <w:rsid w:val="003F0E67"/>
    <w:rsid w:val="003F21E1"/>
    <w:rsid w:val="003F41E1"/>
    <w:rsid w:val="003F4698"/>
    <w:rsid w:val="003F672F"/>
    <w:rsid w:val="003F682B"/>
    <w:rsid w:val="003F7E86"/>
    <w:rsid w:val="004007F5"/>
    <w:rsid w:val="00400B4B"/>
    <w:rsid w:val="00400B8C"/>
    <w:rsid w:val="00400BBA"/>
    <w:rsid w:val="004018F2"/>
    <w:rsid w:val="00406912"/>
    <w:rsid w:val="00407CD5"/>
    <w:rsid w:val="00413530"/>
    <w:rsid w:val="00416704"/>
    <w:rsid w:val="0041770E"/>
    <w:rsid w:val="00420364"/>
    <w:rsid w:val="00420E69"/>
    <w:rsid w:val="00424978"/>
    <w:rsid w:val="004253D8"/>
    <w:rsid w:val="00430401"/>
    <w:rsid w:val="00430695"/>
    <w:rsid w:val="004321B2"/>
    <w:rsid w:val="00432B31"/>
    <w:rsid w:val="004332FB"/>
    <w:rsid w:val="004341E9"/>
    <w:rsid w:val="00441928"/>
    <w:rsid w:val="00442235"/>
    <w:rsid w:val="00442438"/>
    <w:rsid w:val="00443466"/>
    <w:rsid w:val="00443941"/>
    <w:rsid w:val="00444A2A"/>
    <w:rsid w:val="004467DC"/>
    <w:rsid w:val="00455C35"/>
    <w:rsid w:val="00455EB2"/>
    <w:rsid w:val="004600A0"/>
    <w:rsid w:val="004629EA"/>
    <w:rsid w:val="004631AB"/>
    <w:rsid w:val="00465F37"/>
    <w:rsid w:val="00473129"/>
    <w:rsid w:val="00473B93"/>
    <w:rsid w:val="00474C5A"/>
    <w:rsid w:val="00480060"/>
    <w:rsid w:val="004804C3"/>
    <w:rsid w:val="00483B06"/>
    <w:rsid w:val="00484D33"/>
    <w:rsid w:val="0048597D"/>
    <w:rsid w:val="00485A15"/>
    <w:rsid w:val="0048763C"/>
    <w:rsid w:val="00490009"/>
    <w:rsid w:val="004902D3"/>
    <w:rsid w:val="00493658"/>
    <w:rsid w:val="00496861"/>
    <w:rsid w:val="00496AA6"/>
    <w:rsid w:val="00496D3C"/>
    <w:rsid w:val="004A2415"/>
    <w:rsid w:val="004A3690"/>
    <w:rsid w:val="004A3AAF"/>
    <w:rsid w:val="004A3BA8"/>
    <w:rsid w:val="004A6B31"/>
    <w:rsid w:val="004B0A65"/>
    <w:rsid w:val="004B17B7"/>
    <w:rsid w:val="004B18E0"/>
    <w:rsid w:val="004B18F2"/>
    <w:rsid w:val="004B32C5"/>
    <w:rsid w:val="004B3BAE"/>
    <w:rsid w:val="004B3D2A"/>
    <w:rsid w:val="004B54C0"/>
    <w:rsid w:val="004C011C"/>
    <w:rsid w:val="004C0B35"/>
    <w:rsid w:val="004C1497"/>
    <w:rsid w:val="004C3E8B"/>
    <w:rsid w:val="004D0FE7"/>
    <w:rsid w:val="004D2D76"/>
    <w:rsid w:val="004D4BEF"/>
    <w:rsid w:val="004D4CD8"/>
    <w:rsid w:val="004D50FD"/>
    <w:rsid w:val="004D559E"/>
    <w:rsid w:val="004D562B"/>
    <w:rsid w:val="004E1C29"/>
    <w:rsid w:val="004E4CFC"/>
    <w:rsid w:val="004E58AD"/>
    <w:rsid w:val="004E6D7A"/>
    <w:rsid w:val="004E7F71"/>
    <w:rsid w:val="004F0290"/>
    <w:rsid w:val="004F16F3"/>
    <w:rsid w:val="004F4099"/>
    <w:rsid w:val="004F41D8"/>
    <w:rsid w:val="004F5818"/>
    <w:rsid w:val="004F587A"/>
    <w:rsid w:val="004F6740"/>
    <w:rsid w:val="004F737A"/>
    <w:rsid w:val="00500356"/>
    <w:rsid w:val="00501AF5"/>
    <w:rsid w:val="00501EEA"/>
    <w:rsid w:val="00503853"/>
    <w:rsid w:val="00504DE8"/>
    <w:rsid w:val="00507461"/>
    <w:rsid w:val="0050799B"/>
    <w:rsid w:val="005114A4"/>
    <w:rsid w:val="00511A99"/>
    <w:rsid w:val="0051365D"/>
    <w:rsid w:val="00515141"/>
    <w:rsid w:val="00516E7A"/>
    <w:rsid w:val="00517F7C"/>
    <w:rsid w:val="00520A4A"/>
    <w:rsid w:val="0052136A"/>
    <w:rsid w:val="0052285E"/>
    <w:rsid w:val="00523C7D"/>
    <w:rsid w:val="005249CD"/>
    <w:rsid w:val="0052682E"/>
    <w:rsid w:val="00527FDC"/>
    <w:rsid w:val="00530FF7"/>
    <w:rsid w:val="00531288"/>
    <w:rsid w:val="00531F38"/>
    <w:rsid w:val="00532748"/>
    <w:rsid w:val="0053332A"/>
    <w:rsid w:val="00534CFA"/>
    <w:rsid w:val="00536E67"/>
    <w:rsid w:val="00543DBA"/>
    <w:rsid w:val="00544624"/>
    <w:rsid w:val="00544D11"/>
    <w:rsid w:val="0054588A"/>
    <w:rsid w:val="00546825"/>
    <w:rsid w:val="00547633"/>
    <w:rsid w:val="00551299"/>
    <w:rsid w:val="0055358C"/>
    <w:rsid w:val="00553F18"/>
    <w:rsid w:val="00554376"/>
    <w:rsid w:val="005548A6"/>
    <w:rsid w:val="00555E6C"/>
    <w:rsid w:val="0055794F"/>
    <w:rsid w:val="005614EB"/>
    <w:rsid w:val="00561715"/>
    <w:rsid w:val="00564B43"/>
    <w:rsid w:val="00564D4F"/>
    <w:rsid w:val="005674E5"/>
    <w:rsid w:val="00572005"/>
    <w:rsid w:val="00572C5A"/>
    <w:rsid w:val="0057300F"/>
    <w:rsid w:val="00573DBE"/>
    <w:rsid w:val="00573EEA"/>
    <w:rsid w:val="00575AA8"/>
    <w:rsid w:val="005814ED"/>
    <w:rsid w:val="0058272C"/>
    <w:rsid w:val="00582DFA"/>
    <w:rsid w:val="00585344"/>
    <w:rsid w:val="00585E8B"/>
    <w:rsid w:val="00586231"/>
    <w:rsid w:val="00586B8C"/>
    <w:rsid w:val="005873A1"/>
    <w:rsid w:val="005906D5"/>
    <w:rsid w:val="00590E52"/>
    <w:rsid w:val="00593940"/>
    <w:rsid w:val="00594137"/>
    <w:rsid w:val="005951F8"/>
    <w:rsid w:val="005973C6"/>
    <w:rsid w:val="00597D4A"/>
    <w:rsid w:val="005A07CF"/>
    <w:rsid w:val="005A08D7"/>
    <w:rsid w:val="005A0C69"/>
    <w:rsid w:val="005A1720"/>
    <w:rsid w:val="005A7E4A"/>
    <w:rsid w:val="005B0310"/>
    <w:rsid w:val="005B22C4"/>
    <w:rsid w:val="005B2D8F"/>
    <w:rsid w:val="005B5024"/>
    <w:rsid w:val="005B5D1D"/>
    <w:rsid w:val="005C0846"/>
    <w:rsid w:val="005C4164"/>
    <w:rsid w:val="005C6331"/>
    <w:rsid w:val="005C76E9"/>
    <w:rsid w:val="005D3096"/>
    <w:rsid w:val="005D36C8"/>
    <w:rsid w:val="005D4B5D"/>
    <w:rsid w:val="005D557D"/>
    <w:rsid w:val="005D5B82"/>
    <w:rsid w:val="005D5C41"/>
    <w:rsid w:val="005D5CEC"/>
    <w:rsid w:val="005D740B"/>
    <w:rsid w:val="005E0B85"/>
    <w:rsid w:val="005E1C91"/>
    <w:rsid w:val="005E4006"/>
    <w:rsid w:val="005E71D9"/>
    <w:rsid w:val="005E797E"/>
    <w:rsid w:val="005F2545"/>
    <w:rsid w:val="005F4B0B"/>
    <w:rsid w:val="005F598C"/>
    <w:rsid w:val="005F635C"/>
    <w:rsid w:val="005F6AFD"/>
    <w:rsid w:val="0060100D"/>
    <w:rsid w:val="00603C0F"/>
    <w:rsid w:val="0060633B"/>
    <w:rsid w:val="00611239"/>
    <w:rsid w:val="00611457"/>
    <w:rsid w:val="00612552"/>
    <w:rsid w:val="006150A3"/>
    <w:rsid w:val="0061612F"/>
    <w:rsid w:val="00616877"/>
    <w:rsid w:val="00616D7E"/>
    <w:rsid w:val="0062107F"/>
    <w:rsid w:val="00621C45"/>
    <w:rsid w:val="00622014"/>
    <w:rsid w:val="006238B5"/>
    <w:rsid w:val="00623954"/>
    <w:rsid w:val="006241F1"/>
    <w:rsid w:val="00624EFF"/>
    <w:rsid w:val="006254C8"/>
    <w:rsid w:val="00627836"/>
    <w:rsid w:val="0063049E"/>
    <w:rsid w:val="00630780"/>
    <w:rsid w:val="006333E8"/>
    <w:rsid w:val="006359A2"/>
    <w:rsid w:val="00636FEB"/>
    <w:rsid w:val="006370B8"/>
    <w:rsid w:val="006377A9"/>
    <w:rsid w:val="00640FD1"/>
    <w:rsid w:val="0064231A"/>
    <w:rsid w:val="0064435D"/>
    <w:rsid w:val="00646F00"/>
    <w:rsid w:val="006473F6"/>
    <w:rsid w:val="00651B52"/>
    <w:rsid w:val="0065246C"/>
    <w:rsid w:val="00652DF4"/>
    <w:rsid w:val="00652FFE"/>
    <w:rsid w:val="0065338C"/>
    <w:rsid w:val="00654A74"/>
    <w:rsid w:val="00655685"/>
    <w:rsid w:val="00655F71"/>
    <w:rsid w:val="006567F1"/>
    <w:rsid w:val="0065737C"/>
    <w:rsid w:val="006577D7"/>
    <w:rsid w:val="006579BC"/>
    <w:rsid w:val="00657DB1"/>
    <w:rsid w:val="00661CA5"/>
    <w:rsid w:val="00661DA4"/>
    <w:rsid w:val="006629BA"/>
    <w:rsid w:val="00663188"/>
    <w:rsid w:val="00663BB3"/>
    <w:rsid w:val="0067290B"/>
    <w:rsid w:val="006752FF"/>
    <w:rsid w:val="00676326"/>
    <w:rsid w:val="00683806"/>
    <w:rsid w:val="006846DE"/>
    <w:rsid w:val="00685223"/>
    <w:rsid w:val="00687067"/>
    <w:rsid w:val="006874C5"/>
    <w:rsid w:val="00695A42"/>
    <w:rsid w:val="006A2917"/>
    <w:rsid w:val="006A2BC7"/>
    <w:rsid w:val="006A2BDE"/>
    <w:rsid w:val="006A3069"/>
    <w:rsid w:val="006A357E"/>
    <w:rsid w:val="006A47BC"/>
    <w:rsid w:val="006A5B1C"/>
    <w:rsid w:val="006A6969"/>
    <w:rsid w:val="006A6E1B"/>
    <w:rsid w:val="006A7512"/>
    <w:rsid w:val="006B10EC"/>
    <w:rsid w:val="006B36C6"/>
    <w:rsid w:val="006B3CCC"/>
    <w:rsid w:val="006B68A0"/>
    <w:rsid w:val="006B6ABB"/>
    <w:rsid w:val="006B7726"/>
    <w:rsid w:val="006C0399"/>
    <w:rsid w:val="006C3514"/>
    <w:rsid w:val="006C4559"/>
    <w:rsid w:val="006C4727"/>
    <w:rsid w:val="006C47E3"/>
    <w:rsid w:val="006C482D"/>
    <w:rsid w:val="006C59B4"/>
    <w:rsid w:val="006C5AC7"/>
    <w:rsid w:val="006C5EF4"/>
    <w:rsid w:val="006D2AD6"/>
    <w:rsid w:val="006D55C0"/>
    <w:rsid w:val="006D63D7"/>
    <w:rsid w:val="006D67D2"/>
    <w:rsid w:val="006D6CED"/>
    <w:rsid w:val="006D74FF"/>
    <w:rsid w:val="006E103A"/>
    <w:rsid w:val="006E4381"/>
    <w:rsid w:val="006E665F"/>
    <w:rsid w:val="006E6A72"/>
    <w:rsid w:val="006F0AA8"/>
    <w:rsid w:val="006F0F80"/>
    <w:rsid w:val="006F37FA"/>
    <w:rsid w:val="006F559F"/>
    <w:rsid w:val="006F6B09"/>
    <w:rsid w:val="006F72DB"/>
    <w:rsid w:val="00703907"/>
    <w:rsid w:val="0070447E"/>
    <w:rsid w:val="00705768"/>
    <w:rsid w:val="00707F68"/>
    <w:rsid w:val="0071104E"/>
    <w:rsid w:val="00711822"/>
    <w:rsid w:val="00712006"/>
    <w:rsid w:val="00712A48"/>
    <w:rsid w:val="00713496"/>
    <w:rsid w:val="00713A78"/>
    <w:rsid w:val="00713D84"/>
    <w:rsid w:val="0071464E"/>
    <w:rsid w:val="007152AC"/>
    <w:rsid w:val="00715731"/>
    <w:rsid w:val="00715FE6"/>
    <w:rsid w:val="007202F7"/>
    <w:rsid w:val="00722193"/>
    <w:rsid w:val="00723A80"/>
    <w:rsid w:val="00723B00"/>
    <w:rsid w:val="00724845"/>
    <w:rsid w:val="00724BCD"/>
    <w:rsid w:val="00725DF9"/>
    <w:rsid w:val="00727FA8"/>
    <w:rsid w:val="00730CC8"/>
    <w:rsid w:val="00730E0C"/>
    <w:rsid w:val="00733B76"/>
    <w:rsid w:val="00736CAD"/>
    <w:rsid w:val="00737159"/>
    <w:rsid w:val="00737593"/>
    <w:rsid w:val="0074007F"/>
    <w:rsid w:val="0074142A"/>
    <w:rsid w:val="00742316"/>
    <w:rsid w:val="00744197"/>
    <w:rsid w:val="007443E5"/>
    <w:rsid w:val="00747AC2"/>
    <w:rsid w:val="00751B75"/>
    <w:rsid w:val="00751EE1"/>
    <w:rsid w:val="00753EAA"/>
    <w:rsid w:val="007540E4"/>
    <w:rsid w:val="00754277"/>
    <w:rsid w:val="00754A44"/>
    <w:rsid w:val="00755ACF"/>
    <w:rsid w:val="007566D8"/>
    <w:rsid w:val="00756AAC"/>
    <w:rsid w:val="007600DC"/>
    <w:rsid w:val="007608C3"/>
    <w:rsid w:val="00766D3E"/>
    <w:rsid w:val="0077064A"/>
    <w:rsid w:val="00772E96"/>
    <w:rsid w:val="007749B5"/>
    <w:rsid w:val="00775930"/>
    <w:rsid w:val="007760A5"/>
    <w:rsid w:val="00776AD8"/>
    <w:rsid w:val="007777DB"/>
    <w:rsid w:val="00777FBF"/>
    <w:rsid w:val="0078051C"/>
    <w:rsid w:val="00780C46"/>
    <w:rsid w:val="00782414"/>
    <w:rsid w:val="00782ABF"/>
    <w:rsid w:val="00782D98"/>
    <w:rsid w:val="00785705"/>
    <w:rsid w:val="007857F1"/>
    <w:rsid w:val="00786711"/>
    <w:rsid w:val="00786F0D"/>
    <w:rsid w:val="0078711B"/>
    <w:rsid w:val="00787EB5"/>
    <w:rsid w:val="00790DBF"/>
    <w:rsid w:val="00792910"/>
    <w:rsid w:val="00796123"/>
    <w:rsid w:val="007A109D"/>
    <w:rsid w:val="007A1A64"/>
    <w:rsid w:val="007A47BD"/>
    <w:rsid w:val="007A5AD4"/>
    <w:rsid w:val="007A6220"/>
    <w:rsid w:val="007A6E9A"/>
    <w:rsid w:val="007B0428"/>
    <w:rsid w:val="007B3688"/>
    <w:rsid w:val="007B524C"/>
    <w:rsid w:val="007B75E5"/>
    <w:rsid w:val="007C0974"/>
    <w:rsid w:val="007C186F"/>
    <w:rsid w:val="007C2C1F"/>
    <w:rsid w:val="007C5474"/>
    <w:rsid w:val="007D1996"/>
    <w:rsid w:val="007D1A09"/>
    <w:rsid w:val="007D1B4E"/>
    <w:rsid w:val="007D32D2"/>
    <w:rsid w:val="007D648B"/>
    <w:rsid w:val="007D7053"/>
    <w:rsid w:val="007E262F"/>
    <w:rsid w:val="007E2A01"/>
    <w:rsid w:val="007E37FC"/>
    <w:rsid w:val="007E4675"/>
    <w:rsid w:val="007E4AAF"/>
    <w:rsid w:val="007E650C"/>
    <w:rsid w:val="007E6C72"/>
    <w:rsid w:val="007E6DA9"/>
    <w:rsid w:val="007E7E5A"/>
    <w:rsid w:val="007F0CE7"/>
    <w:rsid w:val="007F1822"/>
    <w:rsid w:val="007F2DA5"/>
    <w:rsid w:val="007F40E1"/>
    <w:rsid w:val="007F6C69"/>
    <w:rsid w:val="007F7626"/>
    <w:rsid w:val="007F77CD"/>
    <w:rsid w:val="00802135"/>
    <w:rsid w:val="008027A6"/>
    <w:rsid w:val="008040D0"/>
    <w:rsid w:val="0081174D"/>
    <w:rsid w:val="0081221C"/>
    <w:rsid w:val="00812B7B"/>
    <w:rsid w:val="00812BC3"/>
    <w:rsid w:val="00814D71"/>
    <w:rsid w:val="008160EC"/>
    <w:rsid w:val="00816802"/>
    <w:rsid w:val="0081689E"/>
    <w:rsid w:val="0081745E"/>
    <w:rsid w:val="008175F8"/>
    <w:rsid w:val="008202B2"/>
    <w:rsid w:val="008225F7"/>
    <w:rsid w:val="00822A2C"/>
    <w:rsid w:val="00822B47"/>
    <w:rsid w:val="00824BAD"/>
    <w:rsid w:val="0082667F"/>
    <w:rsid w:val="0082778D"/>
    <w:rsid w:val="0083027E"/>
    <w:rsid w:val="008302BF"/>
    <w:rsid w:val="008302D6"/>
    <w:rsid w:val="00831224"/>
    <w:rsid w:val="00831920"/>
    <w:rsid w:val="00834C7A"/>
    <w:rsid w:val="0083598D"/>
    <w:rsid w:val="00835AE0"/>
    <w:rsid w:val="008414D4"/>
    <w:rsid w:val="008419EC"/>
    <w:rsid w:val="00843220"/>
    <w:rsid w:val="0084375C"/>
    <w:rsid w:val="008458E7"/>
    <w:rsid w:val="008503EA"/>
    <w:rsid w:val="00850CCD"/>
    <w:rsid w:val="00850D88"/>
    <w:rsid w:val="0085138F"/>
    <w:rsid w:val="00852A54"/>
    <w:rsid w:val="00853C98"/>
    <w:rsid w:val="00857139"/>
    <w:rsid w:val="00862D1A"/>
    <w:rsid w:val="00864F1A"/>
    <w:rsid w:val="00866008"/>
    <w:rsid w:val="008678A3"/>
    <w:rsid w:val="008679BD"/>
    <w:rsid w:val="00867DF3"/>
    <w:rsid w:val="0087363F"/>
    <w:rsid w:val="00874D8C"/>
    <w:rsid w:val="00876F9A"/>
    <w:rsid w:val="00880A99"/>
    <w:rsid w:val="00880AD7"/>
    <w:rsid w:val="0088226B"/>
    <w:rsid w:val="008822F4"/>
    <w:rsid w:val="008826A2"/>
    <w:rsid w:val="00883BD8"/>
    <w:rsid w:val="00885404"/>
    <w:rsid w:val="008856AB"/>
    <w:rsid w:val="0088674B"/>
    <w:rsid w:val="008868FD"/>
    <w:rsid w:val="008871F3"/>
    <w:rsid w:val="0088720A"/>
    <w:rsid w:val="00887A1F"/>
    <w:rsid w:val="00887EBB"/>
    <w:rsid w:val="00890DCA"/>
    <w:rsid w:val="00893830"/>
    <w:rsid w:val="00894A01"/>
    <w:rsid w:val="00894C34"/>
    <w:rsid w:val="00894D28"/>
    <w:rsid w:val="0089509B"/>
    <w:rsid w:val="00895E96"/>
    <w:rsid w:val="008A0937"/>
    <w:rsid w:val="008A30A7"/>
    <w:rsid w:val="008A3ADF"/>
    <w:rsid w:val="008A43AE"/>
    <w:rsid w:val="008A5F34"/>
    <w:rsid w:val="008A7A30"/>
    <w:rsid w:val="008A7ABB"/>
    <w:rsid w:val="008A7CFB"/>
    <w:rsid w:val="008B20A6"/>
    <w:rsid w:val="008B20CD"/>
    <w:rsid w:val="008B255F"/>
    <w:rsid w:val="008B4696"/>
    <w:rsid w:val="008B615E"/>
    <w:rsid w:val="008B61A4"/>
    <w:rsid w:val="008C068C"/>
    <w:rsid w:val="008C132A"/>
    <w:rsid w:val="008C2759"/>
    <w:rsid w:val="008C44E6"/>
    <w:rsid w:val="008C46F9"/>
    <w:rsid w:val="008C56E1"/>
    <w:rsid w:val="008C5D4E"/>
    <w:rsid w:val="008C6AF4"/>
    <w:rsid w:val="008C6D41"/>
    <w:rsid w:val="008D072D"/>
    <w:rsid w:val="008D0E50"/>
    <w:rsid w:val="008D368E"/>
    <w:rsid w:val="008D4D2C"/>
    <w:rsid w:val="008E0363"/>
    <w:rsid w:val="008E129B"/>
    <w:rsid w:val="008E1A2E"/>
    <w:rsid w:val="008E5F73"/>
    <w:rsid w:val="008F05D3"/>
    <w:rsid w:val="008F358F"/>
    <w:rsid w:val="008F54E0"/>
    <w:rsid w:val="008F568F"/>
    <w:rsid w:val="009018D8"/>
    <w:rsid w:val="00903C4F"/>
    <w:rsid w:val="00906693"/>
    <w:rsid w:val="009101B7"/>
    <w:rsid w:val="0091060F"/>
    <w:rsid w:val="009108B6"/>
    <w:rsid w:val="009113F5"/>
    <w:rsid w:val="00911574"/>
    <w:rsid w:val="00912B70"/>
    <w:rsid w:val="009177DD"/>
    <w:rsid w:val="00917DF9"/>
    <w:rsid w:val="00917FC3"/>
    <w:rsid w:val="009205F2"/>
    <w:rsid w:val="009206F9"/>
    <w:rsid w:val="00920F25"/>
    <w:rsid w:val="00923DA7"/>
    <w:rsid w:val="00924D35"/>
    <w:rsid w:val="00924FD6"/>
    <w:rsid w:val="00925E3D"/>
    <w:rsid w:val="00927F8C"/>
    <w:rsid w:val="0093181A"/>
    <w:rsid w:val="0093197D"/>
    <w:rsid w:val="00933304"/>
    <w:rsid w:val="00933BD3"/>
    <w:rsid w:val="00934918"/>
    <w:rsid w:val="00935EB8"/>
    <w:rsid w:val="0093641A"/>
    <w:rsid w:val="00937E98"/>
    <w:rsid w:val="009410AF"/>
    <w:rsid w:val="009416C3"/>
    <w:rsid w:val="00941726"/>
    <w:rsid w:val="0094292E"/>
    <w:rsid w:val="00942A87"/>
    <w:rsid w:val="0094368A"/>
    <w:rsid w:val="009436D6"/>
    <w:rsid w:val="00944307"/>
    <w:rsid w:val="009476DE"/>
    <w:rsid w:val="00953DA8"/>
    <w:rsid w:val="00954197"/>
    <w:rsid w:val="00954725"/>
    <w:rsid w:val="00954A29"/>
    <w:rsid w:val="00956758"/>
    <w:rsid w:val="00957DC0"/>
    <w:rsid w:val="00957FAA"/>
    <w:rsid w:val="00960CCD"/>
    <w:rsid w:val="0096124E"/>
    <w:rsid w:val="00962891"/>
    <w:rsid w:val="0096450B"/>
    <w:rsid w:val="009647E9"/>
    <w:rsid w:val="00965CA5"/>
    <w:rsid w:val="009667A2"/>
    <w:rsid w:val="009677E5"/>
    <w:rsid w:val="0096798C"/>
    <w:rsid w:val="009679C9"/>
    <w:rsid w:val="00972114"/>
    <w:rsid w:val="00972290"/>
    <w:rsid w:val="0097316D"/>
    <w:rsid w:val="00974521"/>
    <w:rsid w:val="009745EC"/>
    <w:rsid w:val="00975B32"/>
    <w:rsid w:val="00976D59"/>
    <w:rsid w:val="0097722C"/>
    <w:rsid w:val="00981483"/>
    <w:rsid w:val="0098164D"/>
    <w:rsid w:val="009842F0"/>
    <w:rsid w:val="009865ED"/>
    <w:rsid w:val="00986FBE"/>
    <w:rsid w:val="00987795"/>
    <w:rsid w:val="00991445"/>
    <w:rsid w:val="0099238D"/>
    <w:rsid w:val="00994AE7"/>
    <w:rsid w:val="00996439"/>
    <w:rsid w:val="00996C73"/>
    <w:rsid w:val="0099749C"/>
    <w:rsid w:val="00997BFA"/>
    <w:rsid w:val="009A4259"/>
    <w:rsid w:val="009A487F"/>
    <w:rsid w:val="009A62F2"/>
    <w:rsid w:val="009A6750"/>
    <w:rsid w:val="009A67DC"/>
    <w:rsid w:val="009A7D33"/>
    <w:rsid w:val="009B47D8"/>
    <w:rsid w:val="009B4CA6"/>
    <w:rsid w:val="009B59BE"/>
    <w:rsid w:val="009B6DCD"/>
    <w:rsid w:val="009B7870"/>
    <w:rsid w:val="009C0618"/>
    <w:rsid w:val="009C0FB2"/>
    <w:rsid w:val="009C1940"/>
    <w:rsid w:val="009C2805"/>
    <w:rsid w:val="009C3626"/>
    <w:rsid w:val="009C562B"/>
    <w:rsid w:val="009D1402"/>
    <w:rsid w:val="009D287C"/>
    <w:rsid w:val="009D46CB"/>
    <w:rsid w:val="009D4D15"/>
    <w:rsid w:val="009E00F4"/>
    <w:rsid w:val="009E0794"/>
    <w:rsid w:val="009E0C72"/>
    <w:rsid w:val="009E1752"/>
    <w:rsid w:val="009E2CE6"/>
    <w:rsid w:val="009E5FED"/>
    <w:rsid w:val="009E7F0A"/>
    <w:rsid w:val="009F2CCF"/>
    <w:rsid w:val="009F4B61"/>
    <w:rsid w:val="009F4C93"/>
    <w:rsid w:val="009F7C16"/>
    <w:rsid w:val="00A01932"/>
    <w:rsid w:val="00A01B47"/>
    <w:rsid w:val="00A020A4"/>
    <w:rsid w:val="00A03A7F"/>
    <w:rsid w:val="00A03BC2"/>
    <w:rsid w:val="00A10124"/>
    <w:rsid w:val="00A118EB"/>
    <w:rsid w:val="00A11AA7"/>
    <w:rsid w:val="00A1252E"/>
    <w:rsid w:val="00A1355A"/>
    <w:rsid w:val="00A13763"/>
    <w:rsid w:val="00A1431F"/>
    <w:rsid w:val="00A15CCC"/>
    <w:rsid w:val="00A15E7A"/>
    <w:rsid w:val="00A17258"/>
    <w:rsid w:val="00A2063A"/>
    <w:rsid w:val="00A20F5F"/>
    <w:rsid w:val="00A234B3"/>
    <w:rsid w:val="00A25522"/>
    <w:rsid w:val="00A2574F"/>
    <w:rsid w:val="00A25B26"/>
    <w:rsid w:val="00A27149"/>
    <w:rsid w:val="00A27183"/>
    <w:rsid w:val="00A30163"/>
    <w:rsid w:val="00A30977"/>
    <w:rsid w:val="00A309AE"/>
    <w:rsid w:val="00A32D2E"/>
    <w:rsid w:val="00A338E3"/>
    <w:rsid w:val="00A33EB4"/>
    <w:rsid w:val="00A344A1"/>
    <w:rsid w:val="00A40D3B"/>
    <w:rsid w:val="00A41A2B"/>
    <w:rsid w:val="00A426F1"/>
    <w:rsid w:val="00A46765"/>
    <w:rsid w:val="00A542DB"/>
    <w:rsid w:val="00A56CA7"/>
    <w:rsid w:val="00A57CE0"/>
    <w:rsid w:val="00A64B43"/>
    <w:rsid w:val="00A67B9C"/>
    <w:rsid w:val="00A7193D"/>
    <w:rsid w:val="00A74292"/>
    <w:rsid w:val="00A74C83"/>
    <w:rsid w:val="00A74F90"/>
    <w:rsid w:val="00A77337"/>
    <w:rsid w:val="00A80DCE"/>
    <w:rsid w:val="00A83E4D"/>
    <w:rsid w:val="00A84358"/>
    <w:rsid w:val="00A84C71"/>
    <w:rsid w:val="00A855A4"/>
    <w:rsid w:val="00A914B8"/>
    <w:rsid w:val="00A91FD6"/>
    <w:rsid w:val="00A96821"/>
    <w:rsid w:val="00AA06F0"/>
    <w:rsid w:val="00AA402D"/>
    <w:rsid w:val="00AA40EA"/>
    <w:rsid w:val="00AA71DD"/>
    <w:rsid w:val="00AB171F"/>
    <w:rsid w:val="00AB19A6"/>
    <w:rsid w:val="00AB1FDD"/>
    <w:rsid w:val="00AB28E4"/>
    <w:rsid w:val="00AB3F05"/>
    <w:rsid w:val="00AB495E"/>
    <w:rsid w:val="00AB6D34"/>
    <w:rsid w:val="00AC10A3"/>
    <w:rsid w:val="00AC2F20"/>
    <w:rsid w:val="00AC3289"/>
    <w:rsid w:val="00AC4E8F"/>
    <w:rsid w:val="00AC5C59"/>
    <w:rsid w:val="00AD1EFC"/>
    <w:rsid w:val="00AD3D8A"/>
    <w:rsid w:val="00AD5051"/>
    <w:rsid w:val="00AD579B"/>
    <w:rsid w:val="00AD6295"/>
    <w:rsid w:val="00AD6AA0"/>
    <w:rsid w:val="00AD7DFF"/>
    <w:rsid w:val="00AE0A28"/>
    <w:rsid w:val="00AE368F"/>
    <w:rsid w:val="00AE3ACA"/>
    <w:rsid w:val="00AE3DB1"/>
    <w:rsid w:val="00AE45D3"/>
    <w:rsid w:val="00AE7143"/>
    <w:rsid w:val="00AE7271"/>
    <w:rsid w:val="00AF305C"/>
    <w:rsid w:val="00AF3107"/>
    <w:rsid w:val="00AF41D6"/>
    <w:rsid w:val="00AF420C"/>
    <w:rsid w:val="00AF4B77"/>
    <w:rsid w:val="00AF4F3F"/>
    <w:rsid w:val="00AF51FC"/>
    <w:rsid w:val="00AF61B3"/>
    <w:rsid w:val="00AF61DA"/>
    <w:rsid w:val="00AF68F3"/>
    <w:rsid w:val="00AF7C3A"/>
    <w:rsid w:val="00B0053E"/>
    <w:rsid w:val="00B0244C"/>
    <w:rsid w:val="00B03303"/>
    <w:rsid w:val="00B04F81"/>
    <w:rsid w:val="00B051A5"/>
    <w:rsid w:val="00B115A6"/>
    <w:rsid w:val="00B13A27"/>
    <w:rsid w:val="00B13F0A"/>
    <w:rsid w:val="00B1450E"/>
    <w:rsid w:val="00B14E86"/>
    <w:rsid w:val="00B1503B"/>
    <w:rsid w:val="00B1684A"/>
    <w:rsid w:val="00B17E9B"/>
    <w:rsid w:val="00B200DE"/>
    <w:rsid w:val="00B21205"/>
    <w:rsid w:val="00B2307B"/>
    <w:rsid w:val="00B26D2F"/>
    <w:rsid w:val="00B273CF"/>
    <w:rsid w:val="00B27E39"/>
    <w:rsid w:val="00B303C7"/>
    <w:rsid w:val="00B31C3C"/>
    <w:rsid w:val="00B31F22"/>
    <w:rsid w:val="00B324E5"/>
    <w:rsid w:val="00B32582"/>
    <w:rsid w:val="00B37815"/>
    <w:rsid w:val="00B4026C"/>
    <w:rsid w:val="00B403B7"/>
    <w:rsid w:val="00B40E00"/>
    <w:rsid w:val="00B414F5"/>
    <w:rsid w:val="00B416E4"/>
    <w:rsid w:val="00B41A66"/>
    <w:rsid w:val="00B41EA1"/>
    <w:rsid w:val="00B44EFF"/>
    <w:rsid w:val="00B4637E"/>
    <w:rsid w:val="00B47546"/>
    <w:rsid w:val="00B47796"/>
    <w:rsid w:val="00B52149"/>
    <w:rsid w:val="00B52592"/>
    <w:rsid w:val="00B53076"/>
    <w:rsid w:val="00B5315F"/>
    <w:rsid w:val="00B55BCC"/>
    <w:rsid w:val="00B624DA"/>
    <w:rsid w:val="00B62B06"/>
    <w:rsid w:val="00B63025"/>
    <w:rsid w:val="00B65772"/>
    <w:rsid w:val="00B66D63"/>
    <w:rsid w:val="00B712F3"/>
    <w:rsid w:val="00B7255D"/>
    <w:rsid w:val="00B7390E"/>
    <w:rsid w:val="00B74ABC"/>
    <w:rsid w:val="00B75855"/>
    <w:rsid w:val="00B773C3"/>
    <w:rsid w:val="00B808E7"/>
    <w:rsid w:val="00B812AF"/>
    <w:rsid w:val="00B81533"/>
    <w:rsid w:val="00B86704"/>
    <w:rsid w:val="00B86804"/>
    <w:rsid w:val="00B90C9E"/>
    <w:rsid w:val="00B91A8E"/>
    <w:rsid w:val="00B9201D"/>
    <w:rsid w:val="00B92367"/>
    <w:rsid w:val="00B92409"/>
    <w:rsid w:val="00B92F5B"/>
    <w:rsid w:val="00B938D1"/>
    <w:rsid w:val="00B95492"/>
    <w:rsid w:val="00B95757"/>
    <w:rsid w:val="00B958A9"/>
    <w:rsid w:val="00B96EDC"/>
    <w:rsid w:val="00B97576"/>
    <w:rsid w:val="00B97620"/>
    <w:rsid w:val="00B97BD8"/>
    <w:rsid w:val="00BA3542"/>
    <w:rsid w:val="00BA5024"/>
    <w:rsid w:val="00BB00DB"/>
    <w:rsid w:val="00BB056C"/>
    <w:rsid w:val="00BB1738"/>
    <w:rsid w:val="00BB52A9"/>
    <w:rsid w:val="00BB7667"/>
    <w:rsid w:val="00BC4EC2"/>
    <w:rsid w:val="00BC5C61"/>
    <w:rsid w:val="00BD006C"/>
    <w:rsid w:val="00BD1EC9"/>
    <w:rsid w:val="00BD3D80"/>
    <w:rsid w:val="00BD45C9"/>
    <w:rsid w:val="00BD4746"/>
    <w:rsid w:val="00BD4B11"/>
    <w:rsid w:val="00BD7397"/>
    <w:rsid w:val="00BD73E1"/>
    <w:rsid w:val="00BE088A"/>
    <w:rsid w:val="00BE0E33"/>
    <w:rsid w:val="00BE52FF"/>
    <w:rsid w:val="00BF218F"/>
    <w:rsid w:val="00BF46E6"/>
    <w:rsid w:val="00BF4C3D"/>
    <w:rsid w:val="00BF52D4"/>
    <w:rsid w:val="00BF57C8"/>
    <w:rsid w:val="00BF7114"/>
    <w:rsid w:val="00BF73EE"/>
    <w:rsid w:val="00C01708"/>
    <w:rsid w:val="00C02927"/>
    <w:rsid w:val="00C03119"/>
    <w:rsid w:val="00C036FC"/>
    <w:rsid w:val="00C03C71"/>
    <w:rsid w:val="00C04B53"/>
    <w:rsid w:val="00C10788"/>
    <w:rsid w:val="00C113F7"/>
    <w:rsid w:val="00C1661B"/>
    <w:rsid w:val="00C21DBD"/>
    <w:rsid w:val="00C223A0"/>
    <w:rsid w:val="00C22A05"/>
    <w:rsid w:val="00C22A35"/>
    <w:rsid w:val="00C22CD4"/>
    <w:rsid w:val="00C27ED5"/>
    <w:rsid w:val="00C30104"/>
    <w:rsid w:val="00C317AE"/>
    <w:rsid w:val="00C319C8"/>
    <w:rsid w:val="00C325CF"/>
    <w:rsid w:val="00C345E8"/>
    <w:rsid w:val="00C356A0"/>
    <w:rsid w:val="00C356C8"/>
    <w:rsid w:val="00C37B4F"/>
    <w:rsid w:val="00C40C09"/>
    <w:rsid w:val="00C40D79"/>
    <w:rsid w:val="00C41679"/>
    <w:rsid w:val="00C41B8A"/>
    <w:rsid w:val="00C44DAD"/>
    <w:rsid w:val="00C4640F"/>
    <w:rsid w:val="00C47CA5"/>
    <w:rsid w:val="00C50254"/>
    <w:rsid w:val="00C5168F"/>
    <w:rsid w:val="00C52603"/>
    <w:rsid w:val="00C53473"/>
    <w:rsid w:val="00C54379"/>
    <w:rsid w:val="00C543DC"/>
    <w:rsid w:val="00C55E68"/>
    <w:rsid w:val="00C5686F"/>
    <w:rsid w:val="00C57795"/>
    <w:rsid w:val="00C60684"/>
    <w:rsid w:val="00C612DA"/>
    <w:rsid w:val="00C61CB9"/>
    <w:rsid w:val="00C623A6"/>
    <w:rsid w:val="00C62505"/>
    <w:rsid w:val="00C62595"/>
    <w:rsid w:val="00C653A3"/>
    <w:rsid w:val="00C66E5E"/>
    <w:rsid w:val="00C70129"/>
    <w:rsid w:val="00C71363"/>
    <w:rsid w:val="00C71637"/>
    <w:rsid w:val="00C71EF1"/>
    <w:rsid w:val="00C73D92"/>
    <w:rsid w:val="00C73F3E"/>
    <w:rsid w:val="00C76A20"/>
    <w:rsid w:val="00C80B8D"/>
    <w:rsid w:val="00C82058"/>
    <w:rsid w:val="00C825AA"/>
    <w:rsid w:val="00C85E22"/>
    <w:rsid w:val="00C865F5"/>
    <w:rsid w:val="00C87A7C"/>
    <w:rsid w:val="00C87BDE"/>
    <w:rsid w:val="00C90113"/>
    <w:rsid w:val="00C904A3"/>
    <w:rsid w:val="00C936F2"/>
    <w:rsid w:val="00C95C14"/>
    <w:rsid w:val="00C962D4"/>
    <w:rsid w:val="00CA213C"/>
    <w:rsid w:val="00CA3512"/>
    <w:rsid w:val="00CA4283"/>
    <w:rsid w:val="00CA51E8"/>
    <w:rsid w:val="00CA5591"/>
    <w:rsid w:val="00CA6AF7"/>
    <w:rsid w:val="00CB1BB8"/>
    <w:rsid w:val="00CB2E61"/>
    <w:rsid w:val="00CB5A60"/>
    <w:rsid w:val="00CC2B79"/>
    <w:rsid w:val="00CC4CD4"/>
    <w:rsid w:val="00CC7DF8"/>
    <w:rsid w:val="00CD0B55"/>
    <w:rsid w:val="00CD173F"/>
    <w:rsid w:val="00CD69BE"/>
    <w:rsid w:val="00CD7BA2"/>
    <w:rsid w:val="00CE1AAE"/>
    <w:rsid w:val="00CE3C88"/>
    <w:rsid w:val="00CE4B71"/>
    <w:rsid w:val="00CE5E51"/>
    <w:rsid w:val="00CE6876"/>
    <w:rsid w:val="00CE7F16"/>
    <w:rsid w:val="00CF02DA"/>
    <w:rsid w:val="00CF262C"/>
    <w:rsid w:val="00CF4134"/>
    <w:rsid w:val="00CF4ADF"/>
    <w:rsid w:val="00CF5E99"/>
    <w:rsid w:val="00CF6339"/>
    <w:rsid w:val="00D0137A"/>
    <w:rsid w:val="00D02914"/>
    <w:rsid w:val="00D039DB"/>
    <w:rsid w:val="00D03E6F"/>
    <w:rsid w:val="00D03F29"/>
    <w:rsid w:val="00D04044"/>
    <w:rsid w:val="00D047C1"/>
    <w:rsid w:val="00D0700A"/>
    <w:rsid w:val="00D0701E"/>
    <w:rsid w:val="00D07EC5"/>
    <w:rsid w:val="00D16CDD"/>
    <w:rsid w:val="00D17301"/>
    <w:rsid w:val="00D178C5"/>
    <w:rsid w:val="00D17A03"/>
    <w:rsid w:val="00D20909"/>
    <w:rsid w:val="00D20ACF"/>
    <w:rsid w:val="00D21328"/>
    <w:rsid w:val="00D21B63"/>
    <w:rsid w:val="00D21E35"/>
    <w:rsid w:val="00D237DE"/>
    <w:rsid w:val="00D24E1D"/>
    <w:rsid w:val="00D258F4"/>
    <w:rsid w:val="00D308A8"/>
    <w:rsid w:val="00D34F7F"/>
    <w:rsid w:val="00D3635E"/>
    <w:rsid w:val="00D3716B"/>
    <w:rsid w:val="00D37340"/>
    <w:rsid w:val="00D41069"/>
    <w:rsid w:val="00D42273"/>
    <w:rsid w:val="00D43B90"/>
    <w:rsid w:val="00D43F40"/>
    <w:rsid w:val="00D44CEC"/>
    <w:rsid w:val="00D45113"/>
    <w:rsid w:val="00D45152"/>
    <w:rsid w:val="00D509FB"/>
    <w:rsid w:val="00D51655"/>
    <w:rsid w:val="00D53352"/>
    <w:rsid w:val="00D61AB9"/>
    <w:rsid w:val="00D63015"/>
    <w:rsid w:val="00D647D8"/>
    <w:rsid w:val="00D654DD"/>
    <w:rsid w:val="00D67CB3"/>
    <w:rsid w:val="00D70262"/>
    <w:rsid w:val="00D70862"/>
    <w:rsid w:val="00D72E90"/>
    <w:rsid w:val="00D73476"/>
    <w:rsid w:val="00D7680E"/>
    <w:rsid w:val="00D77DFD"/>
    <w:rsid w:val="00D84C1A"/>
    <w:rsid w:val="00D84E4D"/>
    <w:rsid w:val="00D86909"/>
    <w:rsid w:val="00D904ED"/>
    <w:rsid w:val="00D905FB"/>
    <w:rsid w:val="00D91BD5"/>
    <w:rsid w:val="00D92AA9"/>
    <w:rsid w:val="00D93828"/>
    <w:rsid w:val="00D93CB3"/>
    <w:rsid w:val="00D95A2E"/>
    <w:rsid w:val="00D964C1"/>
    <w:rsid w:val="00D97265"/>
    <w:rsid w:val="00D977C4"/>
    <w:rsid w:val="00DA0FC9"/>
    <w:rsid w:val="00DA12B3"/>
    <w:rsid w:val="00DA56F6"/>
    <w:rsid w:val="00DA5CB7"/>
    <w:rsid w:val="00DA7CB3"/>
    <w:rsid w:val="00DB08CB"/>
    <w:rsid w:val="00DB2098"/>
    <w:rsid w:val="00DB4994"/>
    <w:rsid w:val="00DC1ABC"/>
    <w:rsid w:val="00DC1E48"/>
    <w:rsid w:val="00DC392E"/>
    <w:rsid w:val="00DC45EF"/>
    <w:rsid w:val="00DC7827"/>
    <w:rsid w:val="00DD0C49"/>
    <w:rsid w:val="00DD126A"/>
    <w:rsid w:val="00DD2413"/>
    <w:rsid w:val="00DD2B60"/>
    <w:rsid w:val="00DD2BA8"/>
    <w:rsid w:val="00DD3478"/>
    <w:rsid w:val="00DD372A"/>
    <w:rsid w:val="00DE0B50"/>
    <w:rsid w:val="00DE0BBD"/>
    <w:rsid w:val="00DE39E1"/>
    <w:rsid w:val="00DE4022"/>
    <w:rsid w:val="00DE7E57"/>
    <w:rsid w:val="00DF16AC"/>
    <w:rsid w:val="00DF1B6E"/>
    <w:rsid w:val="00DF213F"/>
    <w:rsid w:val="00DF24D6"/>
    <w:rsid w:val="00DF5670"/>
    <w:rsid w:val="00DF613D"/>
    <w:rsid w:val="00E012DA"/>
    <w:rsid w:val="00E02C4E"/>
    <w:rsid w:val="00E03A84"/>
    <w:rsid w:val="00E03DDD"/>
    <w:rsid w:val="00E045AF"/>
    <w:rsid w:val="00E04863"/>
    <w:rsid w:val="00E068C3"/>
    <w:rsid w:val="00E075FF"/>
    <w:rsid w:val="00E10104"/>
    <w:rsid w:val="00E10EE5"/>
    <w:rsid w:val="00E12556"/>
    <w:rsid w:val="00E13DB3"/>
    <w:rsid w:val="00E1572D"/>
    <w:rsid w:val="00E15AD0"/>
    <w:rsid w:val="00E17D26"/>
    <w:rsid w:val="00E202A6"/>
    <w:rsid w:val="00E20DE4"/>
    <w:rsid w:val="00E21700"/>
    <w:rsid w:val="00E24314"/>
    <w:rsid w:val="00E24371"/>
    <w:rsid w:val="00E24A7B"/>
    <w:rsid w:val="00E276DC"/>
    <w:rsid w:val="00E3218C"/>
    <w:rsid w:val="00E32BB7"/>
    <w:rsid w:val="00E32EA5"/>
    <w:rsid w:val="00E33BED"/>
    <w:rsid w:val="00E34C05"/>
    <w:rsid w:val="00E3529F"/>
    <w:rsid w:val="00E35BE2"/>
    <w:rsid w:val="00E37378"/>
    <w:rsid w:val="00E40608"/>
    <w:rsid w:val="00E433ED"/>
    <w:rsid w:val="00E44A4D"/>
    <w:rsid w:val="00E46BDD"/>
    <w:rsid w:val="00E504B0"/>
    <w:rsid w:val="00E51649"/>
    <w:rsid w:val="00E535F3"/>
    <w:rsid w:val="00E56323"/>
    <w:rsid w:val="00E5657D"/>
    <w:rsid w:val="00E608FA"/>
    <w:rsid w:val="00E631FF"/>
    <w:rsid w:val="00E656BE"/>
    <w:rsid w:val="00E67AF1"/>
    <w:rsid w:val="00E67F3D"/>
    <w:rsid w:val="00E70083"/>
    <w:rsid w:val="00E719E9"/>
    <w:rsid w:val="00E724DC"/>
    <w:rsid w:val="00E72629"/>
    <w:rsid w:val="00E74D82"/>
    <w:rsid w:val="00E75829"/>
    <w:rsid w:val="00E77F7B"/>
    <w:rsid w:val="00E80C51"/>
    <w:rsid w:val="00E82561"/>
    <w:rsid w:val="00E82927"/>
    <w:rsid w:val="00E82944"/>
    <w:rsid w:val="00E84700"/>
    <w:rsid w:val="00E85F2E"/>
    <w:rsid w:val="00E87695"/>
    <w:rsid w:val="00E87E32"/>
    <w:rsid w:val="00E90F10"/>
    <w:rsid w:val="00E9577F"/>
    <w:rsid w:val="00E96466"/>
    <w:rsid w:val="00E972DC"/>
    <w:rsid w:val="00EA09D9"/>
    <w:rsid w:val="00EA1B93"/>
    <w:rsid w:val="00EA214C"/>
    <w:rsid w:val="00EA2AE9"/>
    <w:rsid w:val="00EA5217"/>
    <w:rsid w:val="00EA60F0"/>
    <w:rsid w:val="00EA643B"/>
    <w:rsid w:val="00EA6455"/>
    <w:rsid w:val="00EB1370"/>
    <w:rsid w:val="00EB2758"/>
    <w:rsid w:val="00EB5C65"/>
    <w:rsid w:val="00EB5F21"/>
    <w:rsid w:val="00EB6CB9"/>
    <w:rsid w:val="00EB7668"/>
    <w:rsid w:val="00EC206D"/>
    <w:rsid w:val="00EC7AB8"/>
    <w:rsid w:val="00ED179E"/>
    <w:rsid w:val="00ED1FC3"/>
    <w:rsid w:val="00ED1FF6"/>
    <w:rsid w:val="00ED2E72"/>
    <w:rsid w:val="00ED3C61"/>
    <w:rsid w:val="00ED5277"/>
    <w:rsid w:val="00EE003C"/>
    <w:rsid w:val="00EE0328"/>
    <w:rsid w:val="00EE05D7"/>
    <w:rsid w:val="00EE1B8A"/>
    <w:rsid w:val="00EE3A07"/>
    <w:rsid w:val="00EE46FB"/>
    <w:rsid w:val="00EE6F71"/>
    <w:rsid w:val="00EF2D2E"/>
    <w:rsid w:val="00EF7E94"/>
    <w:rsid w:val="00F02537"/>
    <w:rsid w:val="00F03C4E"/>
    <w:rsid w:val="00F04FA6"/>
    <w:rsid w:val="00F05CA4"/>
    <w:rsid w:val="00F06C3F"/>
    <w:rsid w:val="00F070DA"/>
    <w:rsid w:val="00F074EC"/>
    <w:rsid w:val="00F075A1"/>
    <w:rsid w:val="00F07BB4"/>
    <w:rsid w:val="00F07F69"/>
    <w:rsid w:val="00F10136"/>
    <w:rsid w:val="00F1101F"/>
    <w:rsid w:val="00F1482F"/>
    <w:rsid w:val="00F14FDC"/>
    <w:rsid w:val="00F15A3D"/>
    <w:rsid w:val="00F164CE"/>
    <w:rsid w:val="00F168EA"/>
    <w:rsid w:val="00F1759A"/>
    <w:rsid w:val="00F20687"/>
    <w:rsid w:val="00F20FF6"/>
    <w:rsid w:val="00F21F45"/>
    <w:rsid w:val="00F23F0C"/>
    <w:rsid w:val="00F2425E"/>
    <w:rsid w:val="00F24E6D"/>
    <w:rsid w:val="00F24FC1"/>
    <w:rsid w:val="00F26FBB"/>
    <w:rsid w:val="00F32604"/>
    <w:rsid w:val="00F35582"/>
    <w:rsid w:val="00F356E6"/>
    <w:rsid w:val="00F40052"/>
    <w:rsid w:val="00F41028"/>
    <w:rsid w:val="00F41D9A"/>
    <w:rsid w:val="00F464A6"/>
    <w:rsid w:val="00F46EA0"/>
    <w:rsid w:val="00F54AB5"/>
    <w:rsid w:val="00F558B2"/>
    <w:rsid w:val="00F56610"/>
    <w:rsid w:val="00F56D80"/>
    <w:rsid w:val="00F57C8B"/>
    <w:rsid w:val="00F60AFE"/>
    <w:rsid w:val="00F643BB"/>
    <w:rsid w:val="00F655E6"/>
    <w:rsid w:val="00F659BF"/>
    <w:rsid w:val="00F6768D"/>
    <w:rsid w:val="00F6796E"/>
    <w:rsid w:val="00F70412"/>
    <w:rsid w:val="00F716B5"/>
    <w:rsid w:val="00F71AA1"/>
    <w:rsid w:val="00F72405"/>
    <w:rsid w:val="00F75DCC"/>
    <w:rsid w:val="00F80394"/>
    <w:rsid w:val="00F80F8E"/>
    <w:rsid w:val="00F81017"/>
    <w:rsid w:val="00F810C0"/>
    <w:rsid w:val="00F8698B"/>
    <w:rsid w:val="00F8714D"/>
    <w:rsid w:val="00F87F44"/>
    <w:rsid w:val="00F90070"/>
    <w:rsid w:val="00F90CF3"/>
    <w:rsid w:val="00F91792"/>
    <w:rsid w:val="00F92659"/>
    <w:rsid w:val="00F935D3"/>
    <w:rsid w:val="00F940CC"/>
    <w:rsid w:val="00F95464"/>
    <w:rsid w:val="00F954CA"/>
    <w:rsid w:val="00F96459"/>
    <w:rsid w:val="00FA03DC"/>
    <w:rsid w:val="00FA0819"/>
    <w:rsid w:val="00FA1226"/>
    <w:rsid w:val="00FA1A0E"/>
    <w:rsid w:val="00FA2530"/>
    <w:rsid w:val="00FA2E19"/>
    <w:rsid w:val="00FA3272"/>
    <w:rsid w:val="00FA372B"/>
    <w:rsid w:val="00FB1440"/>
    <w:rsid w:val="00FB2EDF"/>
    <w:rsid w:val="00FB3D67"/>
    <w:rsid w:val="00FB4C36"/>
    <w:rsid w:val="00FB7CAF"/>
    <w:rsid w:val="00FB7FE4"/>
    <w:rsid w:val="00FC24C1"/>
    <w:rsid w:val="00FC6B0A"/>
    <w:rsid w:val="00FC7B48"/>
    <w:rsid w:val="00FD1A14"/>
    <w:rsid w:val="00FD2163"/>
    <w:rsid w:val="00FD2344"/>
    <w:rsid w:val="00FE1C68"/>
    <w:rsid w:val="00FE2F9E"/>
    <w:rsid w:val="00FE3035"/>
    <w:rsid w:val="00FE416B"/>
    <w:rsid w:val="00FE42F7"/>
    <w:rsid w:val="00FE442B"/>
    <w:rsid w:val="00FE4938"/>
    <w:rsid w:val="00FE5308"/>
    <w:rsid w:val="00FF4A8E"/>
    <w:rsid w:val="00FF700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hadow on="t" opacity=".5" offset="6pt,6pt"/>
    </o:shapedefaults>
    <o:shapelayout v:ext="edit">
      <o:idmap v:ext="edit" data="1"/>
    </o:shapelayout>
  </w:shapeDefaults>
  <w:decimalSymbol w:val="."/>
  <w:listSeparator w:val=","/>
  <w14:docId w14:val="12279815"/>
  <w15:docId w15:val="{4D51548E-406F-479D-8F60-350E2774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74142A"/>
    <w:rPr>
      <w:rFonts w:ascii="Arial" w:hAnsi="Arial"/>
    </w:rPr>
  </w:style>
  <w:style w:type="paragraph" w:styleId="Heading1">
    <w:name w:val="heading 1"/>
    <w:basedOn w:val="Normal"/>
    <w:next w:val="Normal"/>
    <w:rsid w:val="00C62595"/>
    <w:pPr>
      <w:keepNext/>
      <w:numPr>
        <w:numId w:val="2"/>
      </w:numPr>
      <w:suppressAutoHyphens/>
      <w:spacing w:before="120" w:after="120"/>
      <w:outlineLvl w:val="0"/>
    </w:pPr>
    <w:rPr>
      <w:b/>
      <w:snapToGrid w:val="0"/>
      <w:color w:val="000000"/>
      <w:spacing w:val="-3"/>
      <w:lang w:val="en-US" w:eastAsia="en-US"/>
    </w:rPr>
  </w:style>
  <w:style w:type="paragraph" w:styleId="Heading2">
    <w:name w:val="heading 2"/>
    <w:basedOn w:val="Normal"/>
    <w:next w:val="Normal"/>
    <w:rsid w:val="00C62595"/>
    <w:pPr>
      <w:keepNext/>
      <w:numPr>
        <w:ilvl w:val="1"/>
        <w:numId w:val="2"/>
      </w:numPr>
      <w:suppressAutoHyphens/>
      <w:spacing w:before="120" w:after="60"/>
      <w:outlineLvl w:val="1"/>
    </w:pPr>
    <w:rPr>
      <w:b/>
      <w:snapToGrid w:val="0"/>
      <w:color w:val="000000"/>
      <w:spacing w:val="-3"/>
      <w:lang w:val="en-US" w:eastAsia="en-US"/>
    </w:rPr>
  </w:style>
  <w:style w:type="paragraph" w:styleId="Heading3">
    <w:name w:val="heading 3"/>
    <w:basedOn w:val="Normal"/>
    <w:next w:val="Normal"/>
    <w:link w:val="Heading3Char"/>
    <w:rsid w:val="00C62595"/>
    <w:pPr>
      <w:keepNext/>
      <w:jc w:val="center"/>
      <w:outlineLvl w:val="2"/>
    </w:pPr>
    <w:rPr>
      <w:rFonts w:ascii="ArialNarrow-Bold" w:hAnsi="ArialNarrow-Bold"/>
      <w:b/>
      <w:snapToGrid w:val="0"/>
      <w:sz w:val="24"/>
      <w:lang w:eastAsia="en-US"/>
    </w:rPr>
  </w:style>
  <w:style w:type="paragraph" w:styleId="Heading4">
    <w:name w:val="heading 4"/>
    <w:basedOn w:val="Normal"/>
    <w:next w:val="Normal"/>
    <w:rsid w:val="00C62595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C62595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rsid w:val="00C62595"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rsid w:val="00C62595"/>
    <w:pPr>
      <w:keepNext/>
      <w:outlineLvl w:val="6"/>
    </w:pPr>
    <w:rPr>
      <w:b/>
      <w:snapToGrid w:val="0"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2595"/>
    <w:pPr>
      <w:ind w:left="220"/>
    </w:pPr>
    <w:rPr>
      <w:smallCaps/>
      <w:snapToGrid w:val="0"/>
      <w:color w:val="000000"/>
      <w:sz w:val="20"/>
      <w:lang w:val="en-US" w:eastAsia="en-US"/>
    </w:rPr>
  </w:style>
  <w:style w:type="paragraph" w:styleId="TOC1">
    <w:name w:val="toc 1"/>
    <w:basedOn w:val="Normal"/>
    <w:next w:val="Normal"/>
    <w:autoRedefine/>
    <w:semiHidden/>
    <w:rsid w:val="00C62595"/>
    <w:pPr>
      <w:spacing w:before="120" w:after="120"/>
    </w:pPr>
    <w:rPr>
      <w:b/>
      <w:caps/>
      <w:snapToGrid w:val="0"/>
      <w:color w:val="000000"/>
      <w:sz w:val="20"/>
      <w:lang w:val="en-US" w:eastAsia="en-US"/>
    </w:rPr>
  </w:style>
  <w:style w:type="paragraph" w:customStyle="1" w:styleId="MinorPoints">
    <w:name w:val="Minor Points"/>
    <w:basedOn w:val="Normal"/>
    <w:autoRedefine/>
    <w:rsid w:val="00C62595"/>
    <w:pPr>
      <w:numPr>
        <w:numId w:val="1"/>
      </w:numPr>
      <w:tabs>
        <w:tab w:val="clear" w:pos="1211"/>
        <w:tab w:val="left" w:pos="0"/>
        <w:tab w:val="num" w:pos="360"/>
        <w:tab w:val="left" w:pos="1418"/>
      </w:tabs>
      <w:spacing w:before="60"/>
      <w:ind w:left="0" w:firstLine="0"/>
      <w:jc w:val="both"/>
    </w:pPr>
    <w:rPr>
      <w:snapToGrid w:val="0"/>
      <w:color w:val="000000"/>
      <w:lang w:eastAsia="en-US"/>
    </w:rPr>
  </w:style>
  <w:style w:type="paragraph" w:customStyle="1" w:styleId="MinorHeading">
    <w:name w:val="Minor Heading"/>
    <w:basedOn w:val="Normal"/>
    <w:autoRedefine/>
    <w:rsid w:val="00C62595"/>
    <w:pPr>
      <w:numPr>
        <w:ilvl w:val="2"/>
        <w:numId w:val="2"/>
      </w:numPr>
      <w:tabs>
        <w:tab w:val="clear" w:pos="851"/>
        <w:tab w:val="num" w:pos="360"/>
      </w:tabs>
      <w:spacing w:before="60"/>
      <w:ind w:left="0" w:firstLine="0"/>
      <w:jc w:val="both"/>
    </w:pPr>
    <w:rPr>
      <w:snapToGrid w:val="0"/>
      <w:color w:val="000000"/>
      <w:lang w:val="en-US" w:eastAsia="en-US"/>
    </w:rPr>
  </w:style>
  <w:style w:type="paragraph" w:customStyle="1" w:styleId="Default">
    <w:name w:val="Default"/>
    <w:rsid w:val="00C62595"/>
    <w:rPr>
      <w:rFonts w:ascii="ArialNarrow" w:hAnsi="ArialNarrow"/>
      <w:snapToGrid w:val="0"/>
      <w:lang w:eastAsia="en-US"/>
    </w:rPr>
  </w:style>
  <w:style w:type="paragraph" w:styleId="Header">
    <w:name w:val="header"/>
    <w:basedOn w:val="Normal"/>
    <w:link w:val="HeaderChar"/>
    <w:rsid w:val="00C625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6259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2595"/>
  </w:style>
  <w:style w:type="paragraph" w:styleId="BalloonText">
    <w:name w:val="Balloon Text"/>
    <w:basedOn w:val="Normal"/>
    <w:semiHidden/>
    <w:rsid w:val="00C62595"/>
    <w:rPr>
      <w:rFonts w:ascii="Tahoma" w:hAnsi="Tahoma" w:cs="Tahoma"/>
      <w:sz w:val="16"/>
      <w:szCs w:val="16"/>
    </w:rPr>
  </w:style>
  <w:style w:type="character" w:styleId="Hyperlink">
    <w:name w:val="Hyperlink"/>
    <w:rsid w:val="00C62595"/>
    <w:rPr>
      <w:color w:val="0000FF"/>
      <w:u w:val="single"/>
    </w:rPr>
  </w:style>
  <w:style w:type="table" w:styleId="TableGrid">
    <w:name w:val="Table Grid"/>
    <w:basedOn w:val="TableNormal"/>
    <w:rsid w:val="004629E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B07AE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 Narrow" w:hAnsi="Arial Narrow"/>
      <w:b/>
      <w:bCs/>
      <w:i/>
      <w:iCs/>
      <w:color w:val="000000"/>
      <w:sz w:val="24"/>
      <w:lang w:eastAsia="en-US"/>
    </w:rPr>
  </w:style>
  <w:style w:type="character" w:styleId="FollowedHyperlink">
    <w:name w:val="FollowedHyperlink"/>
    <w:rsid w:val="00F95464"/>
    <w:rPr>
      <w:color w:val="606420"/>
      <w:u w:val="single"/>
    </w:rPr>
  </w:style>
  <w:style w:type="character" w:customStyle="1" w:styleId="HeaderChar">
    <w:name w:val="Header Char"/>
    <w:link w:val="Header"/>
    <w:rsid w:val="0052136A"/>
    <w:rPr>
      <w:rFonts w:ascii="Arial" w:hAnsi="Arial"/>
      <w:sz w:val="22"/>
    </w:rPr>
  </w:style>
  <w:style w:type="character" w:customStyle="1" w:styleId="FooterChar">
    <w:name w:val="Footer Char"/>
    <w:link w:val="Footer"/>
    <w:rsid w:val="0052136A"/>
    <w:rPr>
      <w:rFonts w:ascii="Arial" w:hAnsi="Arial"/>
      <w:sz w:val="22"/>
    </w:rPr>
  </w:style>
  <w:style w:type="character" w:customStyle="1" w:styleId="Heading3Char">
    <w:name w:val="Heading 3 Char"/>
    <w:link w:val="Heading3"/>
    <w:rsid w:val="00EE0328"/>
    <w:rPr>
      <w:rFonts w:ascii="ArialNarrow-Bold" w:hAnsi="ArialNarrow-Bold"/>
      <w:b/>
      <w:snapToGrid w:val="0"/>
      <w:sz w:val="24"/>
      <w:lang w:eastAsia="en-US"/>
    </w:rPr>
  </w:style>
  <w:style w:type="paragraph" w:styleId="ListParagraph">
    <w:name w:val="List Paragraph"/>
    <w:basedOn w:val="Normal"/>
    <w:uiPriority w:val="34"/>
    <w:rsid w:val="004C0B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34918"/>
    <w:rPr>
      <w:color w:val="808080"/>
    </w:rPr>
  </w:style>
  <w:style w:type="table" w:customStyle="1" w:styleId="CKTable">
    <w:name w:val="CKTable"/>
    <w:basedOn w:val="TableNormal"/>
    <w:uiPriority w:val="99"/>
    <w:qFormat/>
    <w:rsid w:val="00AE3DB1"/>
    <w:tblPr>
      <w:tblBorders>
        <w:top w:val="single" w:sz="6" w:space="0" w:color="D9D9D9" w:themeColor="background1" w:themeShade="D9"/>
        <w:left w:val="single" w:sz="6" w:space="0" w:color="D9D9D9" w:themeColor="background1" w:themeShade="D9"/>
        <w:bottom w:val="single" w:sz="6" w:space="0" w:color="D9D9D9" w:themeColor="background1" w:themeShade="D9"/>
        <w:right w:val="single" w:sz="6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="Arial Narrow" w:hAnsi="Arial Narrow"/>
        <w:b w:val="0"/>
        <w:sz w:val="22"/>
      </w:rPr>
      <w:tblPr/>
      <w:tcPr>
        <w:shd w:val="clear" w:color="auto" w:fill="BFBFBF" w:themeFill="background1" w:themeFillShade="BF"/>
        <w:vAlign w:val="center"/>
      </w:tcPr>
    </w:tblStylePr>
  </w:style>
  <w:style w:type="paragraph" w:customStyle="1" w:styleId="FMGHeading">
    <w:name w:val="FMG Heading"/>
    <w:basedOn w:val="Normal"/>
    <w:qFormat/>
    <w:rsid w:val="00AE3DB1"/>
    <w:pPr>
      <w:spacing w:before="60" w:after="60"/>
    </w:pPr>
    <w:rPr>
      <w:rFonts w:ascii="Arial Narrow" w:eastAsia="MS Mincho" w:hAnsi="Arial Narrow"/>
      <w:b/>
      <w:caps/>
    </w:rPr>
  </w:style>
  <w:style w:type="paragraph" w:customStyle="1" w:styleId="FMGBody">
    <w:name w:val="FMG Body"/>
    <w:basedOn w:val="FMGHeading"/>
    <w:qFormat/>
    <w:rsid w:val="00AE3DB1"/>
    <w:rPr>
      <w:b w:val="0"/>
      <w:caps w:val="0"/>
    </w:rPr>
  </w:style>
  <w:style w:type="paragraph" w:customStyle="1" w:styleId="FMGBullet">
    <w:name w:val="FMG Bullet"/>
    <w:basedOn w:val="FMGBody"/>
    <w:qFormat/>
    <w:rsid w:val="00AE3DB1"/>
    <w:pPr>
      <w:numPr>
        <w:numId w:val="9"/>
      </w:numPr>
      <w:ind w:left="360"/>
    </w:pPr>
  </w:style>
  <w:style w:type="paragraph" w:styleId="NormalWeb">
    <w:name w:val="Normal (Web)"/>
    <w:basedOn w:val="Normal"/>
    <w:uiPriority w:val="99"/>
    <w:semiHidden/>
    <w:unhideWhenUsed/>
    <w:rsid w:val="009C280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7DF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pacservice@rinnai.com.au" TargetMode="External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MG%20Templates\Form%20(Portrait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FMG_Revision xmlns="http://schemas.microsoft.com/sharepoint/v3">1</FMG_Revision>
    <Facility xmlns="http://schemas.microsoft.com/sharepoint/v3">100 CORPORATE</Facility>
    <Document_Number xmlns="http://schemas.microsoft.com/sharepoint/v3">100-FR-PC-0037</Document_Number>
    <User_Name xmlns="http://schemas.microsoft.com/sharepoint/v3">jeverett@fmgl.com.au</User_Name>
    <Alt_Document_Number xmlns="http://schemas.microsoft.com/sharepoint/v3" xsi:nil="true"/>
    <Date_Written xmlns="http://schemas.microsoft.com/sharepoint/v3">23-08-2010 12:42:59 PM</Date_Written>
    <Equipment_Tag_Number xmlns="http://schemas.microsoft.com/sharepoint/v3" xsi:nil="true"/>
    <Asset_Code xmlns="36cc301c-f697-4a4c-b842-baa435c3a641" xsi:nil="true"/>
    <FMG_Comments xmlns="http://schemas.microsoft.com/sharepoint/v3" xsi:nil="true"/>
    <Area xmlns="28429942-2a2e-44f0-8f98-aaf32d830ea6" xsi:nil="true"/>
    <Document_Category xmlns="http://schemas.microsoft.com/sharepoint/v3">FMG Document</Document_Category>
    <IERP_Number xmlns="http://schemas.microsoft.com/sharepoint/v3" xsi:nil="true"/>
    <Confidentiality_Level xmlns="http://schemas.microsoft.com/sharepoint/v3">FMG Staff and Contractors Only</Confidentiality_Level>
    <External_Company xmlns="28429942-2a2e-44f0-8f98-aaf32d830ea6">FMG Fortescue Metals Group Ltd.</External_Company>
    <Project_Code xmlns="28429942-2a2e-44f0-8f98-aaf32d830ea6" xsi:nil="true"/>
    <Discipline xmlns="http://schemas.microsoft.com/sharepoint/v3">PC (EXISTING PROJECTS ONLY) PROCUREMENT</Discipline>
    <Doc_Keywords xmlns="28429942-2a2e-44f0-8f98-aaf32d830ea6">Vendor Pack - New Vendor Company Information</Doc_Keywords>
    <Document_Title xmlns="http://schemas.microsoft.com/sharepoint/v3">FORM - Vendor Pack - New Vendor Company Information</Document_Title>
    <Document_Type xmlns="http://schemas.microsoft.com/sharepoint/v3">FR FORMS</Document_Type>
    <FMG_Author xmlns="http://schemas.microsoft.com/sharepoint/v3">Rosie Dixon</FMG_Autho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MS Integration" ma:contentTypeID="0x0101004F2E868E4DEE4235A62B2E2038D42300005C40E7184A88F14BBBC7D03C0F39744C" ma:contentTypeVersion="13" ma:contentTypeDescription="Base content type for PIMS Metadata." ma:contentTypeScope="" ma:versionID="db02807d3d6b4b989910e969499e65b4">
  <xsd:schema xmlns:xsd="http://www.w3.org/2001/XMLSchema" xmlns:p="http://schemas.microsoft.com/office/2006/metadata/properties" xmlns:ns1="http://schemas.microsoft.com/sharepoint/v3" xmlns:ns2="28429942-2a2e-44f0-8f98-aaf32d830ea6" xmlns:ns3="36cc301c-f697-4a4c-b842-baa435c3a641" targetNamespace="http://schemas.microsoft.com/office/2006/metadata/properties" ma:root="true" ma:fieldsID="1ec09dffd948470d1226eaa4dd19a80b" ns1:_="" ns2:_="" ns3:_="">
    <xsd:import namespace="http://schemas.microsoft.com/sharepoint/v3"/>
    <xsd:import namespace="28429942-2a2e-44f0-8f98-aaf32d830ea6"/>
    <xsd:import namespace="36cc301c-f697-4a4c-b842-baa435c3a641"/>
    <xsd:element name="properties">
      <xsd:complexType>
        <xsd:sequence>
          <xsd:element name="documentManagement">
            <xsd:complexType>
              <xsd:all>
                <xsd:element ref="ns1:Document_Title" minOccurs="0"/>
                <xsd:element ref="ns1:Document_Number" minOccurs="0"/>
                <xsd:element ref="ns1:FMG_Revision" minOccurs="0"/>
                <xsd:element ref="ns1:Document_Category" minOccurs="0"/>
                <xsd:element ref="ns1:Confidentiality_Level" minOccurs="0"/>
                <xsd:element ref="ns1:Document_Type" minOccurs="0"/>
                <xsd:element ref="ns1:Discipline" minOccurs="0"/>
                <xsd:element ref="ns1:Facility" minOccurs="0"/>
                <xsd:element ref="ns1:User_Name" minOccurs="0"/>
                <xsd:element ref="ns1:FMG_Author" minOccurs="0"/>
                <xsd:element ref="ns1:Date_Written" minOccurs="0"/>
                <xsd:element ref="ns1:Alt_Document_Number" minOccurs="0"/>
                <xsd:element ref="ns1:Equipment_Tag_Number" minOccurs="0"/>
                <xsd:element ref="ns1:FMG_Comments" minOccurs="0"/>
                <xsd:element ref="ns1:IERP_Number" minOccurs="0"/>
                <xsd:element ref="ns2:Area" minOccurs="0"/>
                <xsd:element ref="ns3:Asset_Code" minOccurs="0"/>
                <xsd:element ref="ns2:Doc_Keywords" minOccurs="0"/>
                <xsd:element ref="ns2:External_Company" minOccurs="0"/>
                <xsd:element ref="ns2:Project_Cod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Document_Title" ma:index="8" nillable="true" ma:displayName="Document Title" ma:format="FALSE" ma:internalName="Document_Title">
      <xsd:simpleType>
        <xsd:restriction base="dms:Text"/>
      </xsd:simpleType>
    </xsd:element>
    <xsd:element name="Document_Number" ma:index="9" nillable="true" ma:displayName="Document Number" ma:format="FALSE" ma:internalName="Document_Number">
      <xsd:simpleType>
        <xsd:restriction base="dms:Text"/>
      </xsd:simpleType>
    </xsd:element>
    <xsd:element name="FMG_Revision" ma:index="10" nillable="true" ma:displayName="FMG Revision" ma:format="FALSE" ma:internalName="FMG_Revision">
      <xsd:simpleType>
        <xsd:restriction base="dms:Text"/>
      </xsd:simpleType>
    </xsd:element>
    <xsd:element name="Document_Category" ma:index="11" nillable="true" ma:displayName="Document Category" ma:format="FALSE" ma:internalName="Document_Category">
      <xsd:simpleType>
        <xsd:restriction base="dms:Text"/>
      </xsd:simpleType>
    </xsd:element>
    <xsd:element name="Confidentiality_Level" ma:index="12" nillable="true" ma:displayName="Confidentiality Level" ma:format="FALSE" ma:internalName="Confidentiality_Level">
      <xsd:simpleType>
        <xsd:restriction base="dms:Text"/>
      </xsd:simpleType>
    </xsd:element>
    <xsd:element name="Document_Type" ma:index="13" nillable="true" ma:displayName="Document Type" ma:description="" ma:format="Dropdown" ma:internalName="Document_Type">
      <xsd:simpleType>
        <xsd:restriction base="dms:Choice">
          <xsd:enumeration value="AA ASSESSMENT ANSWERS"/>
          <xsd:enumeration value="AD SOUND - VIDEO FILE"/>
          <xsd:enumeration value="AE APPROVALS - ENVIRONMENTAL PART 4"/>
          <xsd:enumeration value="AI ARTISTS IMPRESSIONS"/>
          <xsd:enumeration value="AN ANNUAL REPORT (CORPORATE)"/>
          <xsd:enumeration value="AP APPLICATION"/>
          <xsd:enumeration value="AS ASSESSMENT"/>
          <xsd:enumeration value="AU AUDIT REPORT"/>
          <xsd:enumeration value="BA BANK GUARANTEES - SECURITY DOCUMENTS (Corporate use only)"/>
          <xsd:enumeration value="BD BASIS OF DESIGN (BOD)"/>
          <xsd:enumeration value="BE BID EVALUATION"/>
          <xsd:enumeration value="BG BUDGET REPORT"/>
          <xsd:enumeration value="BI BIBLIOGRAPHY"/>
          <xsd:enumeration value="BM BILL OF MATERIAL (BOM)"/>
          <xsd:enumeration value="CA CALCULATION"/>
          <xsd:enumeration value="CB CAPITAL EXPENDITURE (CER’s)"/>
          <xsd:enumeration value="CC CRITIAL RISK ANALYSIS"/>
          <xsd:enumeration value="CD COST DATA/REPORT"/>
          <xsd:enumeration value="CE CERTIFICATE"/>
          <xsd:enumeration value="CG CONFIDENTIALITY AGREEMENTS (Corporate use only)"/>
          <xsd:enumeration value="CH CHART"/>
          <xsd:enumeration value="CK CHECK LIST PUNCH LIST"/>
          <xsd:enumeration value="CN CONTRACT"/>
          <xsd:enumeration value="CO AGREEMENTS"/>
          <xsd:enumeration value="CR CORRECTIVE ACTION REPORT"/>
          <xsd:enumeration value="CS CABLE SCHEDULE"/>
          <xsd:enumeration value="CT CATALOGUE - BROCHURE - PROSPECTUS - INFORMATION SHEET"/>
          <xsd:enumeration value="DC DESIGN CHANGE REQUEST"/>
          <xsd:enumeration value="DI DOCUMENT INDEX"/>
          <xsd:enumeration value="DM DESIGN MODEL"/>
          <xsd:enumeration value="DR DRAWING"/>
          <xsd:enumeration value="DS DATASHEET"/>
          <xsd:enumeration value="EI ENVIRONMENTAL IMPACT ASSESSMENT"/>
          <xsd:enumeration value="EQ EQUIPMENT LIST"/>
          <xsd:enumeration value="ET ESTIMATES"/>
          <xsd:enumeration value="FL FLOWCHARTS"/>
          <xsd:enumeration value="FR Forms"/>
          <xsd:enumeration value="GE GEOTECHNICAL LIST"/>
          <xsd:enumeration value="GO GENERAL ORDER"/>
          <xsd:enumeration value="IM INSTALLATION OPERATION MAINTENANCE MANUAL IOM"/>
          <xsd:enumeration value="IN INSTRUMENT INDEX - INDEX"/>
          <xsd:enumeration value="IS INSPECTION REPORT"/>
          <xsd:enumeration value="IT INSPECTION AND TEST PLAN (ITP)"/>
          <xsd:enumeration value="JO JOURNALS, TECHNICAL MAGAZINES"/>
          <xsd:enumeration value="LC LICENCE AGREEMENT - APPROVALS"/>
          <xsd:enumeration value="LL LOAD LIST - LINE LISTS - LISTS"/>
          <xsd:enumeration value="LR LAW AND REGULATIONS"/>
          <xsd:enumeration value="MA MANUAL"/>
          <xsd:enumeration value="MD MANUFACTURING DATA REPORT (MDR)"/>
          <xsd:enumeration value="ML MASTER ITEM LIST (Project Deliverables List, full list)"/>
          <xsd:enumeration value="MO MOTOR LIST"/>
          <xsd:enumeration value="MP MAP"/>
          <xsd:enumeration value="MR MONTHLY REPORTS"/>
          <xsd:enumeration value="MT MATERIAL TAKE-OFF (MTO)"/>
          <xsd:enumeration value="MU MEMORANDUM OF INTENT"/>
          <xsd:enumeration value="MX MATRIX"/>
          <xsd:enumeration value="NC NON CONFORMANCE REPORT"/>
          <xsd:enumeration value="NT NOTES"/>
          <xsd:enumeration value="OI OPERATING INSTRUCTIONS"/>
          <xsd:enumeration value="OR ORGANIZATION CHART"/>
          <xsd:enumeration value="PC PROGRAMMABLE LOGIC CONTROLLER (PLC)"/>
          <xsd:enumeration value="PE PERMITS"/>
          <xsd:enumeration value="PG PROGRESS REPORT"/>
          <xsd:enumeration value="PH PHILOSOPHY - STRATEGY - CRITERIA"/>
          <xsd:enumeration value="PL PLAN"/>
          <xsd:enumeration value="PO POLICIES"/>
          <xsd:enumeration value="PP PROPOSALS"/>
          <xsd:enumeration value="PQ PREQUALIFICATION SUBMISSION"/>
          <xsd:enumeration value="PR PROCEDURE"/>
          <xsd:enumeration value="PS PRESENTATIONS"/>
          <xsd:enumeration value="PU PURCHASE ORDER"/>
          <xsd:enumeration value="QC QUICK CARDS"/>
          <xsd:enumeration value="QE QUESTIONNAIRE"/>
          <xsd:enumeration value="RA RISK ASSESSMENT"/>
          <xsd:enumeration value="RE RECOMMENDATION FOR AWARD-POSITION PAPER"/>
          <xsd:enumeration value="RF REQUEST FOR QUOTATION - TENDER ENQUIRIES - TENDER RESPONSE - RFQ"/>
          <xsd:enumeration value="RP REPORT"/>
          <xsd:enumeration value="RQ REQUISITION"/>
          <xsd:enumeration value="SC SCHEDULES"/>
          <xsd:enumeration value="SD VENDOR - SUBCONTRACTOR  DOCUMENTATION SCHEDULE (SDRL)"/>
          <xsd:enumeration value="SI AERIAL PHOTOS - SATELITE IMAGES"/>
          <xsd:enumeration value="SK SKETCH"/>
          <xsd:enumeration value="SP SPECIFICATION"/>
          <xsd:enumeration value="ST STANDARDS"/>
          <xsd:enumeration value="SV SURVEY"/>
          <xsd:enumeration value="SW SCOPE OF WORKS"/>
          <xsd:enumeration value="SY STUDY"/>
          <xsd:enumeration value="TL TIE-IN LIST"/>
          <xsd:enumeration value="TP TEST/PERFORMANCE RESULT"/>
          <xsd:enumeration value="TQ TECHNICAL QUERY"/>
          <xsd:enumeration value="TR ORGANIZATIONAL DEVELOPMENT and TRAINING - EDUCATIONAL MATERIAL"/>
          <xsd:enumeration value="WA WORKS APPROVALS - ENVIRONMENTAL PART 5"/>
          <xsd:enumeration value="WI WORK INSTRUCTIONS"/>
          <xsd:enumeration value="WP WORK PACKS"/>
          <xsd:enumeration value="WR WEEKLY REPORTS"/>
        </xsd:restriction>
      </xsd:simpleType>
    </xsd:element>
    <xsd:element name="Discipline" ma:index="14" nillable="true" ma:displayName="Discipline" ma:internalName="Discipline">
      <xsd:simpleType>
        <xsd:restriction base="dms:Text">
          <xsd:maxLength value="255"/>
        </xsd:restriction>
      </xsd:simpleType>
    </xsd:element>
    <xsd:element name="Facility" ma:index="15" nillable="true" ma:displayName="Area" ma:default="100 CORPORATE" ma:description="" ma:format="Dropdown" ma:internalName="Facility">
      <xsd:simpleType>
        <xsd:restriction base="dms:Choice">
          <xsd:enumeration value="100 CORPORATE"/>
          <xsd:enumeration value="10244 The Pilbara Iron Ore and Infrastructure Project (Team 45) - FEED Phase"/>
          <xsd:enumeration value="11098 Pilbara Iron Ore And Infrastructure Project"/>
          <xsd:enumeration value="45 General Pilbara"/>
          <xsd:enumeration value="AG DO NOT USE – ALLOCATED AS CORRESPONDENCE CODE"/>
          <xsd:enumeration value="BC BC IRON JV PROJECT"/>
          <xsd:enumeration value="BD BONNIE DOON (CAMP)"/>
          <xsd:enumeration value="CA CASTLE (CAMP)"/>
          <xsd:enumeration value="CB CLOUDBREAK"/>
          <xsd:enumeration value="CC CHRISTMAS CREEK"/>
          <xsd:enumeration value="E EXPLORATION"/>
          <xsd:enumeration value="ER DO NOT USE – ALLOCATED AS CORRESPONDENCE CODE"/>
          <xsd:enumeration value="ES DO NOT USE – ALLOCATED AS CORRESPONDENCE CODE"/>
          <xsd:enumeration value="FR DO NOT USE – ALLOCATED AS CORRESPONDENCE CODE"/>
          <xsd:enumeration value="FS DO NOT USE – ALLOCATED AS CORRESPONDENCE CODE"/>
          <xsd:enumeration value="FT FIRETAIL"/>
          <xsd:enumeration value="GE GENERAL"/>
          <xsd:enumeration value="GV GLACIER VALLEY"/>
          <xsd:enumeration value="IC DO NOT USE – ALLOCATED AS CORRESPONDENCE CODE"/>
          <xsd:enumeration value="IN INVESTIGATOR"/>
          <xsd:enumeration value="LR DO NOT USE – ALLOCATED AS CORRESPONDENCE CODE"/>
          <xsd:enumeration value="LS DO NOT USE – ALLOCATED AS CORRESPONDENCE CODE"/>
          <xsd:enumeration value="M MINE - GENERAL ACROSS ALL MINES"/>
          <xsd:enumeration value="MI MINDY MINDY"/>
          <xsd:enumeration value="ML MOUNT LEWIN"/>
          <xsd:enumeration value="MN MOUNT NICHOLAS"/>
          <xsd:enumeration value="MR DO NOT USE – ALLOCATED AS CORRESPONDENCE CODE"/>
          <xsd:enumeration value="MS MOUNT SHEILA (PART OF SOLOMON)"/>
          <xsd:enumeration value="P PORT"/>
          <xsd:enumeration value="R RAIL"/>
          <xsd:enumeration value="RS RESOURCE STRATEGY (TO BE REMOVED)"/>
          <xsd:enumeration value="SO SOLOMON MINE (OVERALL)"/>
          <xsd:enumeration value="SV SERENITY VALLEY (PART OF SOLOMON)"/>
          <xsd:enumeration value="TR TRINITY (PART OF SOLOMON)"/>
          <xsd:enumeration value="VK VALLEY OF THE KINGS (PART OF SOLOMON)"/>
          <xsd:enumeration value="VQ VALLEY OF THE QUEENS (PART OF SOLOMON)"/>
          <xsd:enumeration value="XX VENDOR DOCUMENTS"/>
          <xsd:enumeration value="ZI ZION (PART OF SOLOMON)"/>
        </xsd:restriction>
      </xsd:simpleType>
    </xsd:element>
    <xsd:element name="User_Name" ma:index="16" nillable="true" ma:displayName="User Name" ma:format="FALSE" ma:internalName="User_Name">
      <xsd:simpleType>
        <xsd:restriction base="dms:Text"/>
      </xsd:simpleType>
    </xsd:element>
    <xsd:element name="FMG_Author" ma:index="17" nillable="true" ma:displayName="FMG Author" ma:format="FALSE" ma:internalName="FMG_Author">
      <xsd:simpleType>
        <xsd:restriction base="dms:Text"/>
      </xsd:simpleType>
    </xsd:element>
    <xsd:element name="Date_Written" ma:index="18" nillable="true" ma:displayName="Date Written" ma:format="FALSE" ma:internalName="Date_Written">
      <xsd:simpleType>
        <xsd:restriction base="dms:Text"/>
      </xsd:simpleType>
    </xsd:element>
    <xsd:element name="Alt_Document_Number" ma:index="19" nillable="true" ma:displayName="Alt Document Number" ma:format="FALSE" ma:internalName="Alt_Document_Number">
      <xsd:simpleType>
        <xsd:restriction base="dms:Text"/>
      </xsd:simpleType>
    </xsd:element>
    <xsd:element name="Equipment_Tag_Number" ma:index="20" nillable="true" ma:displayName="Equipment Tag Number" ma:format="FALSE" ma:internalName="Equipment_Tag_Number">
      <xsd:simpleType>
        <xsd:restriction base="dms:Text"/>
      </xsd:simpleType>
    </xsd:element>
    <xsd:element name="FMG_Comments" ma:index="21" nillable="true" ma:displayName="FMG Comments" ma:format="FALSE" ma:internalName="FMG_Comments" ma:readOnly="false">
      <xsd:simpleType>
        <xsd:restriction base="dms:Text"/>
      </xsd:simpleType>
    </xsd:element>
    <xsd:element name="IERP_Number" ma:index="22" nillable="true" ma:displayName="IERP Number" ma:description="" ma:format="FALSE" ma:internalName="IERP_Number">
      <xsd:simpleType>
        <xsd:restriction base="dms:Text"/>
      </xsd:simpleType>
    </xsd:element>
  </xsd:schema>
  <xsd:schema xmlns:xsd="http://www.w3.org/2001/XMLSchema" xmlns:dms="http://schemas.microsoft.com/office/2006/documentManagement/types" targetNamespace="28429942-2a2e-44f0-8f98-aaf32d830ea6" elementFormDefault="qualified">
    <xsd:import namespace="http://schemas.microsoft.com/office/2006/documentManagement/types"/>
    <xsd:element name="Area" ma:index="23" nillable="true" ma:displayName="Facility" ma:internalName="Area">
      <xsd:simpleType>
        <xsd:restriction base="dms:Text">
          <xsd:maxLength value="255"/>
        </xsd:restriction>
      </xsd:simpleType>
    </xsd:element>
    <xsd:element name="Doc_Keywords" ma:index="25" nillable="true" ma:displayName="Doc Keywords" ma:internalName="Doc_Keywords">
      <xsd:simpleType>
        <xsd:restriction base="dms:Text">
          <xsd:maxLength value="255"/>
        </xsd:restriction>
      </xsd:simpleType>
    </xsd:element>
    <xsd:element name="External_Company" ma:index="26" nillable="true" ma:displayName="External Company" ma:internalName="External_Company">
      <xsd:simpleType>
        <xsd:restriction base="dms:Text">
          <xsd:maxLength value="255"/>
        </xsd:restriction>
      </xsd:simpleType>
    </xsd:element>
    <xsd:element name="Project_Code" ma:index="27" nillable="true" ma:displayName="Project Code" ma:internalName="Project_Cod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36cc301c-f697-4a4c-b842-baa435c3a641" elementFormDefault="qualified">
    <xsd:import namespace="http://schemas.microsoft.com/office/2006/documentManagement/types"/>
    <xsd:element name="Asset_Code" ma:index="24" nillable="true" ma:displayName="Asset Code" ma:internalName="Asset_Cod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60110-7579-42D1-AB5D-CE170038C29C}">
  <ds:schemaRefs>
    <ds:schemaRef ds:uri="http://schemas.microsoft.com/office/2006/metadata/properties"/>
    <ds:schemaRef ds:uri="http://schemas.microsoft.com/sharepoint/v3"/>
    <ds:schemaRef ds:uri="36cc301c-f697-4a4c-b842-baa435c3a641"/>
    <ds:schemaRef ds:uri="28429942-2a2e-44f0-8f98-aaf32d830ea6"/>
  </ds:schemaRefs>
</ds:datastoreItem>
</file>

<file path=customXml/itemProps2.xml><?xml version="1.0" encoding="utf-8"?>
<ds:datastoreItem xmlns:ds="http://schemas.openxmlformats.org/officeDocument/2006/customXml" ds:itemID="{CB35D59E-7BD0-4B4E-8D11-244C09ED3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29F53-67CB-4C67-B2C8-74F680B99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29942-2a2e-44f0-8f98-aaf32d830ea6"/>
    <ds:schemaRef ds:uri="36cc301c-f697-4a4c-b842-baa435c3a64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A90C11-00A2-4B12-A7EE-570043A73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(Portrait)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Template</vt:lpstr>
    </vt:vector>
  </TitlesOfParts>
  <Company>Specialized Engineering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Template</dc:title>
  <dc:creator>Specialized Engineering</dc:creator>
  <cp:lastModifiedBy>Adam Jarski</cp:lastModifiedBy>
  <cp:revision>2</cp:revision>
  <cp:lastPrinted>2018-07-09T02:07:00Z</cp:lastPrinted>
  <dcterms:created xsi:type="dcterms:W3CDTF">2020-01-07T22:46:00Z</dcterms:created>
  <dcterms:modified xsi:type="dcterms:W3CDTF">2020-01-07T22:46:00Z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elephone Number">
    <vt:lpwstr>0432 950 339</vt:lpwstr>
  </property>
  <property fmtid="{D5CDD505-2E9C-101B-9397-08002B2CF9AE}" pid="4" name="Order">
    <vt:r8>16676400</vt:r8>
  </property>
  <property fmtid="{D5CDD505-2E9C-101B-9397-08002B2CF9AE}" pid="5" name="ContentTypeId">
    <vt:lpwstr>0x0101004F2E868E4DEE4235A62B2E2038D42300005C40E7184A88F14BBBC7D03C0F39744C</vt:lpwstr>
  </property>
</Properties>
</file>